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0ED2A215" w:rsidR="00F77E39" w:rsidRDefault="00F77E39" w:rsidP="00F77E39">
      <w:pPr>
        <w:pStyle w:val="Titul2"/>
      </w:pPr>
      <w:r>
        <w:t>Projektová dokumentace a z</w:t>
      </w:r>
      <w:r w:rsidRPr="006C2343">
        <w:t xml:space="preserve">hotovení </w:t>
      </w:r>
      <w:r w:rsidR="00C961EA">
        <w:t>stav</w:t>
      </w:r>
      <w:r w:rsidR="00D2426D">
        <w:t>b</w:t>
      </w:r>
      <w:r w:rsidR="00C961EA">
        <w:t>y</w:t>
      </w:r>
      <w:r w:rsidR="00D2426D">
        <w:t xml:space="preserve"> </w:t>
      </w:r>
      <w:r w:rsidR="00A92FBA">
        <w:t>–</w:t>
      </w:r>
      <w:r>
        <w:t xml:space="preserve"> podlimitní</w:t>
      </w:r>
    </w:p>
    <w:p w14:paraId="7D98AE72" w14:textId="77777777" w:rsidR="00A92FBA" w:rsidRDefault="00A92FBA" w:rsidP="00F77E39">
      <w:pPr>
        <w:pStyle w:val="Titul2"/>
      </w:pPr>
    </w:p>
    <w:p w14:paraId="11810F86" w14:textId="7B6D266B" w:rsidR="00AD0C7B" w:rsidRPr="006C2343" w:rsidRDefault="00C961EA" w:rsidP="00EB46E5">
      <w:pPr>
        <w:pStyle w:val="Titul2"/>
      </w:pPr>
      <w:r w:rsidRPr="002C2B29">
        <w:t>„</w:t>
      </w:r>
      <w:r w:rsidR="002C2B29" w:rsidRPr="002C2B29">
        <w:t>Výstavba PZS přejezdu P7880 v km 5,746 a zrušení přejezdu P7879 v km 5,398 na trati Kravaře ve Slezsku - Hlučín</w:t>
      </w:r>
      <w:r w:rsidR="00A92FBA" w:rsidRPr="002C2B29">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6FC5FB1"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5D4A4A" w:rsidRPr="005D4A4A">
        <w:t>6557/2021-SŽ-SSV-Ú3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0C97F9E"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EF687B">
          <w:rPr>
            <w:noProof/>
            <w:webHidden/>
          </w:rPr>
          <w:t>3</w:t>
        </w:r>
        <w:r w:rsidR="00501896">
          <w:rPr>
            <w:noProof/>
            <w:webHidden/>
          </w:rPr>
          <w:fldChar w:fldCharType="end"/>
        </w:r>
      </w:hyperlink>
    </w:p>
    <w:p w14:paraId="063EF231" w14:textId="0D5694C0" w:rsidR="00501896" w:rsidRDefault="00EF687B">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01178D4D" w:rsidR="00501896" w:rsidRDefault="00EF687B">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18AEC7EB" w:rsidR="00501896" w:rsidRDefault="00EF687B">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29134CBA" w:rsidR="00501896" w:rsidRDefault="00EF687B">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3CDDF77E" w:rsidR="00501896" w:rsidRDefault="00EF687B">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36F90109" w:rsidR="00501896" w:rsidRDefault="00EF687B">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0EFD5343" w:rsidR="00501896" w:rsidRDefault="00EF687B">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7847BAF5" w:rsidR="00501896" w:rsidRDefault="00EF687B">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18</w:t>
        </w:r>
        <w:r w:rsidR="00501896">
          <w:rPr>
            <w:noProof/>
            <w:webHidden/>
          </w:rPr>
          <w:fldChar w:fldCharType="end"/>
        </w:r>
      </w:hyperlink>
    </w:p>
    <w:p w14:paraId="0750B84F" w14:textId="4A96404E" w:rsidR="00501896" w:rsidRDefault="00EF687B">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5D3EFD61" w:rsidR="00501896" w:rsidRDefault="00EF687B">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3ADF9BAA" w:rsidR="00501896" w:rsidRDefault="00EF687B">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8A7280B" w14:textId="269B168D" w:rsidR="00501896" w:rsidRDefault="00EF687B">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bookmarkStart w:id="0" w:name="_GoBack"/>
        <w:bookmarkEnd w:id="0"/>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7FB80F40" w14:textId="6DB27F7B" w:rsidR="00501896" w:rsidRDefault="00EF687B">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55829B70" w:rsidR="00501896" w:rsidRDefault="00EF687B">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116362FD" w:rsidR="00501896" w:rsidRDefault="00EF687B">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6354E41A" w:rsidR="00501896" w:rsidRDefault="00EF687B">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381D4" w14:textId="22A292A7" w:rsidR="00501896" w:rsidRDefault="00EF687B">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CC88E0F" w14:textId="1C306828" w:rsidR="00501896" w:rsidRDefault="00EF687B">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5FA9D381" w:rsidR="00501896" w:rsidRDefault="00EF687B">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EE9FE55" w14:textId="0127CB68" w:rsidR="00501896" w:rsidRDefault="00EF687B">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1CEC006" w14:textId="72382A33" w:rsidR="00501896" w:rsidRDefault="00EF687B">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178B4FE2" w:rsidR="0035531B"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56844D31" w14:textId="4E25ED68" w:rsidR="00FC5122" w:rsidRDefault="00FC5122" w:rsidP="00FC5122">
      <w:pPr>
        <w:pStyle w:val="Text1-1"/>
        <w:numPr>
          <w:ilvl w:val="0"/>
          <w:numId w:val="0"/>
        </w:numPr>
        <w:ind w:left="737"/>
      </w:pPr>
    </w:p>
    <w:p w14:paraId="201192E3" w14:textId="77777777" w:rsidR="00FC5122" w:rsidRPr="007F2B24" w:rsidRDefault="00FC5122" w:rsidP="00FC5122">
      <w:pPr>
        <w:pStyle w:val="Text1-1"/>
        <w:numPr>
          <w:ilvl w:val="0"/>
          <w:numId w:val="0"/>
        </w:numPr>
        <w:ind w:left="737"/>
      </w:pP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lastRenderedPageBreak/>
        <w:t xml:space="preserve">Identifikátor datové schránky: </w:t>
      </w:r>
      <w:proofErr w:type="spellStart"/>
      <w:r w:rsidRPr="007F2B24">
        <w:t>uccchjm</w:t>
      </w:r>
      <w:proofErr w:type="spellEnd"/>
    </w:p>
    <w:p w14:paraId="2E5A6D35" w14:textId="3AADBB82" w:rsidR="0035531B" w:rsidRDefault="0035531B" w:rsidP="00FC5122">
      <w:pPr>
        <w:pStyle w:val="Textbezslovn"/>
        <w:spacing w:after="0"/>
        <w:ind w:left="2127" w:hanging="1390"/>
      </w:pPr>
      <w:r w:rsidRPr="007F2B24">
        <w:t xml:space="preserve">zastoupená: </w:t>
      </w:r>
      <w:r w:rsidRPr="007F2B24">
        <w:tab/>
      </w:r>
      <w:r w:rsidR="00307963" w:rsidRPr="000174E8">
        <w:t>I</w:t>
      </w:r>
      <w:r w:rsidR="00307963">
        <w:t xml:space="preserve">ng. Miroslavem </w:t>
      </w:r>
      <w:proofErr w:type="spellStart"/>
      <w:r w:rsidR="00307963">
        <w:t>Bocákem</w:t>
      </w:r>
      <w:proofErr w:type="spellEnd"/>
      <w:r w:rsidR="00307963">
        <w:t>, ředitelem organizační jednotky Stavební správa východ, na základě Řádu SŽ R3 Podpisový řád železnic, státní organizace</w:t>
      </w:r>
    </w:p>
    <w:p w14:paraId="35FF3502" w14:textId="77777777" w:rsidR="00FC5122" w:rsidRPr="007F2B24" w:rsidRDefault="00FC5122" w:rsidP="00FC5122">
      <w:pPr>
        <w:pStyle w:val="Textbezslovn"/>
        <w:spacing w:after="0"/>
        <w:ind w:left="2127" w:hanging="1390"/>
      </w:pP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F1D1B91"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307963">
        <w:t>Ing. Kamila Přerovská</w:t>
      </w:r>
    </w:p>
    <w:p w14:paraId="7BD36AB3" w14:textId="427A6AC4" w:rsidR="00A92FBA" w:rsidRDefault="007F2B24" w:rsidP="00BC2638">
      <w:pPr>
        <w:pStyle w:val="Textbezslovn"/>
        <w:spacing w:after="0"/>
      </w:pPr>
      <w:r w:rsidRPr="00A92FBA">
        <w:t xml:space="preserve">telefon: </w:t>
      </w:r>
      <w:r w:rsidRPr="00A92FBA">
        <w:tab/>
      </w:r>
      <w:r w:rsidR="00307963">
        <w:t>702 164 086</w:t>
      </w:r>
    </w:p>
    <w:p w14:paraId="1CC4131D" w14:textId="6187136E" w:rsidR="00BC2638" w:rsidRPr="00A92FBA" w:rsidRDefault="007F2B24" w:rsidP="00BC2638">
      <w:pPr>
        <w:pStyle w:val="Textbezslovn"/>
        <w:spacing w:after="0"/>
      </w:pPr>
      <w:r w:rsidRPr="00A92FBA">
        <w:t xml:space="preserve">e-mail: </w:t>
      </w:r>
      <w:r w:rsidRPr="00A92FBA">
        <w:tab/>
      </w:r>
      <w:r w:rsidR="00307963">
        <w:t>Prerovska@spravazeleznic.cz</w:t>
      </w:r>
    </w:p>
    <w:p w14:paraId="291DFE40" w14:textId="4116171B" w:rsidR="00BC2638" w:rsidRDefault="00BC2638" w:rsidP="00307963">
      <w:pPr>
        <w:pStyle w:val="Textbezslovn"/>
        <w:spacing w:after="0"/>
        <w:ind w:left="2127" w:hanging="1390"/>
      </w:pPr>
      <w:r w:rsidRPr="00A92FBA">
        <w:t xml:space="preserve">adresa: </w:t>
      </w:r>
      <w:r w:rsidRPr="00A92FBA">
        <w:tab/>
      </w:r>
      <w:r w:rsidR="00307963">
        <w:t>Správa železnic, státní organizace, Stavební správa východ, Nerudova 1, 779 00 Olomouc</w:t>
      </w:r>
    </w:p>
    <w:p w14:paraId="07814333" w14:textId="77777777" w:rsidR="00FC5122" w:rsidRPr="00A92FBA" w:rsidRDefault="00FC5122" w:rsidP="00307963">
      <w:pPr>
        <w:pStyle w:val="Textbezslovn"/>
        <w:spacing w:after="0"/>
        <w:ind w:left="2127" w:hanging="1390"/>
      </w:pP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65402DCA" w:rsidR="00204880" w:rsidRDefault="00307963" w:rsidP="00C8487A">
      <w:pPr>
        <w:pStyle w:val="Textbezslovn"/>
      </w:pPr>
      <w:r>
        <w:t>Cílem stavby</w:t>
      </w:r>
      <w:r w:rsidR="00204880" w:rsidRPr="00204880">
        <w:t xml:space="preserve"> je zvýšení bezpečnosti železniční a silniční dopravy.</w:t>
      </w:r>
    </w:p>
    <w:p w14:paraId="7191B9EA" w14:textId="588D1C5B" w:rsidR="00A9754D" w:rsidRDefault="00307963" w:rsidP="00C8487A">
      <w:pPr>
        <w:pStyle w:val="Textbezslovn"/>
      </w:pPr>
      <w:r>
        <w:t xml:space="preserve">Hlavním cílem stavby </w:t>
      </w:r>
      <w:r w:rsidRPr="00FD501F">
        <w:t xml:space="preserve">je </w:t>
      </w:r>
      <w:r w:rsidRPr="0041664F">
        <w:t>zvýšení bezpečnosti na železniční</w:t>
      </w:r>
      <w:r>
        <w:t>ch</w:t>
      </w:r>
      <w:r w:rsidRPr="0041664F">
        <w:t xml:space="preserve"> přejezd</w:t>
      </w:r>
      <w:r>
        <w:t>ec</w:t>
      </w:r>
      <w:r w:rsidRPr="00307963">
        <w:t>h.</w:t>
      </w:r>
    </w:p>
    <w:p w14:paraId="3A54131E" w14:textId="77777777" w:rsidR="0035531B" w:rsidRPr="00290EC6" w:rsidRDefault="0035531B" w:rsidP="00A9754D">
      <w:pPr>
        <w:pStyle w:val="Text1-1"/>
        <w:ind w:left="737"/>
      </w:pPr>
      <w:r w:rsidRPr="00290EC6">
        <w:t>Předmět plnění veřejné zakázky</w:t>
      </w:r>
    </w:p>
    <w:p w14:paraId="074ED95F" w14:textId="77777777" w:rsidR="00307963" w:rsidRPr="00040600" w:rsidRDefault="00307963" w:rsidP="00307963">
      <w:pPr>
        <w:pStyle w:val="Text2-1"/>
        <w:numPr>
          <w:ilvl w:val="0"/>
          <w:numId w:val="0"/>
        </w:numPr>
        <w:ind w:left="709"/>
      </w:pPr>
      <w:r w:rsidRPr="00040600">
        <w:t>Předmětem Díla je vyhotovení Projektové dokumentace pro stavební povolení, Projektové dokumentace pro provádění stavby a Zhotovení stavb</w:t>
      </w:r>
      <w:r>
        <w:t>y</w:t>
      </w:r>
      <w:r w:rsidRPr="00040600">
        <w:t>:</w:t>
      </w:r>
    </w:p>
    <w:p w14:paraId="76F5BD7E" w14:textId="77777777" w:rsidR="00307963" w:rsidRPr="00437413" w:rsidRDefault="00307963" w:rsidP="00307963">
      <w:pPr>
        <w:pStyle w:val="Default"/>
        <w:spacing w:after="120"/>
        <w:ind w:left="709"/>
        <w:rPr>
          <w:b/>
          <w:sz w:val="18"/>
          <w:szCs w:val="18"/>
        </w:rPr>
      </w:pPr>
      <w:r w:rsidRPr="00437413">
        <w:rPr>
          <w:b/>
          <w:sz w:val="18"/>
          <w:szCs w:val="18"/>
        </w:rPr>
        <w:t>„</w:t>
      </w:r>
      <w:r w:rsidRPr="00437413">
        <w:rPr>
          <w:b/>
          <w:bCs/>
          <w:sz w:val="18"/>
          <w:szCs w:val="18"/>
        </w:rPr>
        <w:t>Výstavba PZS přejezdu P7880 v km 5,746 a zrušení přejezdu P7879 v km 5,398 na trati Kravaře ve Slezsku - Hlučín</w:t>
      </w:r>
      <w:r w:rsidRPr="00437413">
        <w:rPr>
          <w:b/>
          <w:sz w:val="18"/>
          <w:szCs w:val="18"/>
        </w:rPr>
        <w:t>“</w:t>
      </w:r>
    </w:p>
    <w:p w14:paraId="2A9C4A38" w14:textId="4C737C84" w:rsidR="00307963" w:rsidRPr="00A40A45" w:rsidRDefault="00307963" w:rsidP="00307963">
      <w:pPr>
        <w:pStyle w:val="Textbezslovn"/>
      </w:pPr>
      <w:r w:rsidRPr="00437413">
        <w:rPr>
          <w:bCs/>
        </w:rPr>
        <w:t xml:space="preserve">Předmětem stavby je vybudování nového přejezdového zabezpečovacího zařízení 3. kategorie se závorami 3ZBLI na přejezdu P7880 v km 5,746 </w:t>
      </w:r>
      <w:r w:rsidRPr="00437413">
        <w:t xml:space="preserve">dle ČSN 34 2650 ed.2 a následné </w:t>
      </w:r>
      <w:r w:rsidRPr="00437413">
        <w:rPr>
          <w:bCs/>
        </w:rPr>
        <w:t xml:space="preserve">zrušení přejezdu P7879 v km 5,398. </w:t>
      </w:r>
      <w:r w:rsidRPr="00437413">
        <w:t xml:space="preserve">Zároveň dojde k rekonstrukci účelové </w:t>
      </w:r>
      <w:r w:rsidRPr="00A40A45">
        <w:t>komunikace mezi přejezdy nacházející se vpravo trati.</w:t>
      </w:r>
    </w:p>
    <w:p w14:paraId="466E41D6" w14:textId="413B1851" w:rsidR="00BC2638" w:rsidRPr="00A40A45" w:rsidRDefault="00BC2638" w:rsidP="00BC2638">
      <w:pPr>
        <w:pStyle w:val="Textbezslovn"/>
      </w:pPr>
      <w:r w:rsidRPr="00A40A45">
        <w:t xml:space="preserve">Projektová dokumentace stavby bude zpracovaná ve stupni Projektová dokumentace pro stavební povolení nebo pro ohlášení stavby ve smyslu přílohy č. 3 vyhlášky </w:t>
      </w:r>
      <w:r w:rsidR="004E6C47" w:rsidRPr="00A40A45">
        <w:t xml:space="preserve">č. </w:t>
      </w:r>
      <w:r w:rsidRPr="00A40A45">
        <w:t>146/2008 Sb.</w:t>
      </w:r>
      <w:r w:rsidR="004E6C47" w:rsidRPr="00A40A45">
        <w:t>,</w:t>
      </w:r>
      <w:r w:rsidRPr="00A40A4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D8024E" w:rsidRDefault="00BC2638" w:rsidP="00BC2638">
      <w:pPr>
        <w:pStyle w:val="Textbezslovn"/>
      </w:pPr>
      <w:r w:rsidRPr="00D8024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D8024E">
        <w:t xml:space="preserve">zjednodušenou </w:t>
      </w:r>
      <w:r w:rsidRPr="00D8024E">
        <w:t>dokumentaci</w:t>
      </w:r>
      <w:r w:rsidR="00FA0295" w:rsidRPr="00D8024E">
        <w:t xml:space="preserve">. </w:t>
      </w:r>
      <w:r w:rsidRPr="00D8024E">
        <w:t xml:space="preserve"> Součástí projektových prací jsou veškeré činnosti a doklady zajišťující komplexní </w:t>
      </w:r>
      <w:r w:rsidRPr="00D8024E">
        <w:lastRenderedPageBreak/>
        <w:t>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D8024E" w:rsidRDefault="00BC2638" w:rsidP="00BC2638">
      <w:pPr>
        <w:pStyle w:val="Textbezslovn"/>
      </w:pPr>
      <w:r w:rsidRPr="00D8024E">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552A660F" w:rsidR="0096257B" w:rsidRPr="00696711" w:rsidRDefault="00D8024E" w:rsidP="00A9754D">
      <w:pPr>
        <w:pStyle w:val="Textbezslovn"/>
      </w:pPr>
      <w:r w:rsidRPr="00D8024E">
        <w:t>Zhotovení</w:t>
      </w:r>
      <w:r w:rsidR="00696711" w:rsidRPr="00D8024E">
        <w:t xml:space="preserve"> stav</w:t>
      </w:r>
      <w:r w:rsidRPr="00D8024E">
        <w:t>by</w:t>
      </w:r>
      <w:r w:rsidR="00696711" w:rsidRPr="00D8024E">
        <w:t xml:space="preserve"> bude provedeno v souladu se zjednodušenou dokumentací zpracovanou pro </w:t>
      </w:r>
      <w:r w:rsidRPr="00D8024E">
        <w:t xml:space="preserve">tuto </w:t>
      </w:r>
      <w:r w:rsidR="00696711" w:rsidRPr="00D8024E">
        <w:t>stavb</w:t>
      </w:r>
      <w:r w:rsidRPr="00D8024E">
        <w:t>u</w:t>
      </w:r>
      <w:r w:rsidR="00696711" w:rsidRPr="00D8024E">
        <w:t>.</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571CB507" w:rsidR="00F0634D" w:rsidRPr="00D2426D" w:rsidRDefault="00F0634D" w:rsidP="00F0634D">
      <w:pPr>
        <w:pStyle w:val="Textbezslovn"/>
        <w:spacing w:after="0"/>
        <w:rPr>
          <w:color w:val="FF0000"/>
        </w:rPr>
      </w:pPr>
      <w:r w:rsidRPr="00D2426D">
        <w:rPr>
          <w:color w:val="FF0000"/>
        </w:rPr>
        <w:t xml:space="preserve">  </w:t>
      </w:r>
    </w:p>
    <w:p w14:paraId="2E186F50" w14:textId="0848232D" w:rsidR="0035531B"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527A3D5A" w14:textId="77777777" w:rsidR="00FC5122" w:rsidRPr="00F27ED8" w:rsidRDefault="00FC5122" w:rsidP="00FC5122">
      <w:pPr>
        <w:pStyle w:val="Text1-1"/>
        <w:numPr>
          <w:ilvl w:val="0"/>
          <w:numId w:val="0"/>
        </w:numPr>
        <w:ind w:left="737"/>
      </w:pP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B1CD5A2" w:rsidR="00BC2638" w:rsidRDefault="00BC2638" w:rsidP="00A9754D">
      <w:pPr>
        <w:pStyle w:val="Text1-1"/>
        <w:ind w:left="737"/>
      </w:pPr>
      <w:r w:rsidRPr="005C76ED">
        <w:t>Předpokládaná hodnota veřejné zakázky činí</w:t>
      </w:r>
      <w:r w:rsidRPr="005C76ED">
        <w:rPr>
          <w:b/>
        </w:rPr>
        <w:t xml:space="preserve"> </w:t>
      </w:r>
      <w:r w:rsidR="00D8024E">
        <w:rPr>
          <w:b/>
        </w:rPr>
        <w:t>19 492 692,-</w:t>
      </w:r>
      <w:r w:rsidR="00A9754D" w:rsidRPr="005C76ED">
        <w:rPr>
          <w:b/>
        </w:rPr>
        <w:t xml:space="preserve"> Kč </w:t>
      </w:r>
      <w:r w:rsidR="00A9754D" w:rsidRPr="005C76ED">
        <w:t>(bez DPH).</w:t>
      </w:r>
    </w:p>
    <w:p w14:paraId="1C3CAF66" w14:textId="77777777" w:rsidR="00FC5122" w:rsidRPr="005C76ED" w:rsidRDefault="00FC5122" w:rsidP="00FC5122">
      <w:pPr>
        <w:pStyle w:val="Text1-1"/>
        <w:numPr>
          <w:ilvl w:val="0"/>
          <w:numId w:val="0"/>
        </w:numPr>
        <w:ind w:left="737"/>
      </w:pP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0218514"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D8024E">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54F32295" w:rsidR="00FD39DE" w:rsidRDefault="00FD39DE" w:rsidP="005C76ED">
      <w:pPr>
        <w:pStyle w:val="Text1-1"/>
        <w:ind w:left="737"/>
      </w:pPr>
      <w:r w:rsidRPr="00273B66">
        <w:t>Pro vyloučení pochybností zadavatel uvádí, že ohledně této veřejné zakázky nevedl předběžné tržní konzultace.</w:t>
      </w:r>
    </w:p>
    <w:p w14:paraId="0E8282F3" w14:textId="77777777" w:rsidR="00FC5122" w:rsidRPr="00273B66" w:rsidRDefault="00FC5122" w:rsidP="00FC5122">
      <w:pPr>
        <w:pStyle w:val="Text1-1"/>
        <w:numPr>
          <w:ilvl w:val="0"/>
          <w:numId w:val="0"/>
        </w:numPr>
        <w:ind w:left="737"/>
      </w:pP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62DD1A88" w:rsidR="0035531B" w:rsidRPr="003048ED"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w:t>
      </w:r>
      <w:r w:rsidRPr="003048ED">
        <w:t xml:space="preserve">zadavateli doručena </w:t>
      </w:r>
      <w:r w:rsidRPr="003048ED">
        <w:rPr>
          <w:b/>
        </w:rPr>
        <w:t xml:space="preserve">nejpozději </w:t>
      </w:r>
      <w:r w:rsidR="00F3316E" w:rsidRPr="003048ED">
        <w:rPr>
          <w:b/>
        </w:rPr>
        <w:t>4 pracovní dny</w:t>
      </w:r>
      <w:r w:rsidR="001F79F7" w:rsidRPr="003048ED">
        <w:t xml:space="preserve"> </w:t>
      </w:r>
      <w:r w:rsidRPr="003048ED">
        <w:t>před uplynutím lhůty pro podání nabídek</w:t>
      </w:r>
      <w:r w:rsidR="00693188" w:rsidRPr="003048ED">
        <w:t>, jinak zadavatel není povinen vysvětlení poskytnout</w:t>
      </w:r>
      <w:r w:rsidRPr="003048ED">
        <w:t>.</w:t>
      </w:r>
    </w:p>
    <w:p w14:paraId="0B436374" w14:textId="436559EC" w:rsidR="0035531B" w:rsidRPr="00273B66" w:rsidRDefault="00FD39DE" w:rsidP="001F79F7">
      <w:pPr>
        <w:pStyle w:val="Text1-1"/>
        <w:ind w:left="737"/>
      </w:pPr>
      <w:r w:rsidRPr="003048ED">
        <w:t xml:space="preserve">Zadavatel poskytne vysvětlení zadávací dokumentace nejpozději do </w:t>
      </w:r>
      <w:r w:rsidR="003048ED" w:rsidRPr="003048ED">
        <w:rPr>
          <w:b/>
        </w:rPr>
        <w:t>2 pracovních dnů</w:t>
      </w:r>
      <w:r w:rsidR="00323577" w:rsidRPr="003048ED">
        <w:t xml:space="preserve"> </w:t>
      </w:r>
      <w:r w:rsidRPr="003048ED">
        <w:t>po doručení žádosti podle předchozího odstavce. Pokud zadavatel na žádost o vysvětlení, která není doručena včas, vysvětlení poskytne, nemusí dodržet lhůtu uvedenou v předchozí větě</w:t>
      </w:r>
      <w:r w:rsidR="0035531B" w:rsidRPr="003048ED">
        <w:t>.</w:t>
      </w:r>
      <w:r w:rsidR="00693188" w:rsidRPr="003048ED">
        <w:t xml:space="preserve"> Vysvětlení zadávací dokumentace může zadavatel poskytnout i bez předchozí žádosti, a to nejméně </w:t>
      </w:r>
      <w:r w:rsidR="001F79F7" w:rsidRPr="003048ED">
        <w:t xml:space="preserve">2 </w:t>
      </w:r>
      <w:r w:rsidR="00693188" w:rsidRPr="003048ED">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47471393" w:rsidR="00FD39DE"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CC6D8A7" w14:textId="77777777" w:rsidR="00FC5122" w:rsidRPr="00273B66" w:rsidRDefault="00FC5122" w:rsidP="00FC5122">
      <w:pPr>
        <w:pStyle w:val="Text1-1"/>
        <w:numPr>
          <w:ilvl w:val="0"/>
          <w:numId w:val="0"/>
        </w:numPr>
        <w:ind w:left="737"/>
      </w:pP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 xml:space="preserve">zahlazeným odsouzením se nepřihlíží. Je-li dodavatelem právnická osoba, </w:t>
      </w:r>
      <w:r w:rsidRPr="00273B66">
        <w:lastRenderedPageBreak/>
        <w:t>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DE3848" w:rsidRDefault="0035531B" w:rsidP="00CC4380">
      <w:pPr>
        <w:pStyle w:val="Odrka1-2-"/>
      </w:pPr>
      <w:r w:rsidRPr="00DE3848">
        <w:t>Revize, prohlídky</w:t>
      </w:r>
      <w:r w:rsidR="00845C50" w:rsidRPr="00DE3848">
        <w:t xml:space="preserve"> a </w:t>
      </w:r>
      <w:r w:rsidRPr="00DE3848">
        <w:t>zkoušky určených technických zařízení</w:t>
      </w:r>
      <w:r w:rsidR="00092CC9" w:rsidRPr="00DE3848">
        <w:t xml:space="preserve"> v </w:t>
      </w:r>
      <w:r w:rsidRPr="00DE3848">
        <w:t>provozu,</w:t>
      </w:r>
    </w:p>
    <w:p w14:paraId="3A6FD5AB" w14:textId="77777777" w:rsidR="0035531B" w:rsidRPr="00DE3848" w:rsidRDefault="0035531B" w:rsidP="00CC4380">
      <w:pPr>
        <w:pStyle w:val="Odrka1-2-"/>
      </w:pPr>
      <w:r w:rsidRPr="00DE3848">
        <w:t>Výkon zeměměřických činností,</w:t>
      </w:r>
    </w:p>
    <w:p w14:paraId="6F64E227" w14:textId="77777777" w:rsidR="0035531B" w:rsidRPr="00DE3848" w:rsidRDefault="00006FB3" w:rsidP="00006FB3">
      <w:pPr>
        <w:pStyle w:val="Odrka1-2-"/>
        <w:spacing w:after="120"/>
      </w:pPr>
      <w:r w:rsidRPr="00DE3848">
        <w:t>Projektová činnost ve výstavbě</w:t>
      </w:r>
      <w:r w:rsidR="0035531B" w:rsidRPr="00DE3848">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DE3848" w:rsidRDefault="00344A9C" w:rsidP="00FC5122">
      <w:pPr>
        <w:pStyle w:val="Odrka1-1"/>
        <w:numPr>
          <w:ilvl w:val="0"/>
          <w:numId w:val="0"/>
        </w:numPr>
        <w:spacing w:after="0"/>
        <w:ind w:left="1190" w:firstLine="341"/>
        <w:rPr>
          <w:b/>
        </w:rPr>
      </w:pPr>
      <w:r w:rsidRPr="00DE3848">
        <w:rPr>
          <w:b/>
        </w:rPr>
        <w:t xml:space="preserve">b) </w:t>
      </w:r>
      <w:r w:rsidRPr="00DE3848">
        <w:t>dopravní stavby</w:t>
      </w:r>
    </w:p>
    <w:p w14:paraId="6861A2BD" w14:textId="77777777" w:rsidR="00344A9C" w:rsidRPr="00A15C40" w:rsidRDefault="00344A9C" w:rsidP="00FC5122">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FC5122">
      <w:pPr>
        <w:pStyle w:val="Odrka1-2-"/>
        <w:numPr>
          <w:ilvl w:val="0"/>
          <w:numId w:val="0"/>
        </w:numPr>
        <w:spacing w:after="120"/>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DE3848" w:rsidRDefault="0035531B" w:rsidP="00CC4380">
      <w:pPr>
        <w:pStyle w:val="Odrka1-2-"/>
      </w:pPr>
      <w:r w:rsidRPr="00DE3848">
        <w:t>Zadavatel požaduje předložení úředního oprávnění pro ověřování výsledků zeměměřických činností</w:t>
      </w:r>
      <w:r w:rsidR="00092CC9" w:rsidRPr="00DE3848">
        <w:t xml:space="preserve"> v </w:t>
      </w:r>
      <w:r w:rsidRPr="00DE3848">
        <w:t xml:space="preserve">rozsahu dle § 13 odst. 1 písm. </w:t>
      </w:r>
      <w:r w:rsidRPr="00DE3848">
        <w:rPr>
          <w:rStyle w:val="Tun9b"/>
        </w:rPr>
        <w:t>a)</w:t>
      </w:r>
      <w:r w:rsidR="00845C50" w:rsidRPr="00DE3848">
        <w:rPr>
          <w:rStyle w:val="Tun9b"/>
        </w:rPr>
        <w:t xml:space="preserve"> </w:t>
      </w:r>
      <w:r w:rsidR="00845C50" w:rsidRPr="00DE3848">
        <w:rPr>
          <w:rStyle w:val="Tun9b"/>
          <w:b w:val="0"/>
        </w:rPr>
        <w:t>a </w:t>
      </w:r>
      <w:r w:rsidRPr="00DE3848">
        <w:rPr>
          <w:rStyle w:val="Tun9b"/>
        </w:rPr>
        <w:t>c)</w:t>
      </w:r>
      <w:r w:rsidRPr="00DE3848">
        <w:t xml:space="preserve"> zákona č. 200/1994 Sb.,</w:t>
      </w:r>
      <w:r w:rsidR="00092CC9" w:rsidRPr="00DE3848">
        <w:t xml:space="preserve"> o </w:t>
      </w:r>
      <w:r w:rsidRPr="00DE3848">
        <w:t>zeměměřictví</w:t>
      </w:r>
      <w:r w:rsidR="00845C50" w:rsidRPr="00DE3848">
        <w:t xml:space="preserve"> a</w:t>
      </w:r>
      <w:r w:rsidR="00092CC9" w:rsidRPr="00DE3848">
        <w:t xml:space="preserve"> o </w:t>
      </w:r>
      <w:r w:rsidRPr="00DE3848">
        <w:t>změně</w:t>
      </w:r>
      <w:r w:rsidR="00845C50" w:rsidRPr="00DE3848">
        <w:t xml:space="preserve"> a </w:t>
      </w:r>
      <w:r w:rsidRPr="00DE3848">
        <w:t>doplnění některých zákonů souvisejících</w:t>
      </w:r>
      <w:r w:rsidR="00845C50" w:rsidRPr="00DE3848">
        <w:t xml:space="preserve"> s </w:t>
      </w:r>
      <w:r w:rsidRPr="00DE3848">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DE3848" w:rsidRDefault="0035531B" w:rsidP="001F79F7">
      <w:pPr>
        <w:pStyle w:val="Text1-1"/>
        <w:ind w:left="737"/>
        <w:rPr>
          <w:rStyle w:val="Tun9b"/>
        </w:rPr>
      </w:pPr>
      <w:r w:rsidRPr="00DE3848">
        <w:rPr>
          <w:rStyle w:val="Tun9b"/>
        </w:rPr>
        <w:t xml:space="preserve">Technická kvalifikace – seznam </w:t>
      </w:r>
      <w:r w:rsidR="00421A08" w:rsidRPr="00DE3848">
        <w:rPr>
          <w:rStyle w:val="Tun9b"/>
        </w:rPr>
        <w:t xml:space="preserve">významných služeb a </w:t>
      </w:r>
      <w:r w:rsidRPr="00DE3848">
        <w:rPr>
          <w:rStyle w:val="Tun9b"/>
        </w:rPr>
        <w:t>stavebních prací</w:t>
      </w:r>
    </w:p>
    <w:p w14:paraId="65709BB3" w14:textId="63B5674B" w:rsidR="00187DED" w:rsidRPr="00DE3848" w:rsidRDefault="00187DED" w:rsidP="00187DED">
      <w:pPr>
        <w:pStyle w:val="Odrka1-1"/>
      </w:pPr>
      <w:r w:rsidRPr="00DE3848">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DE3848">
        <w:t>DSP+</w:t>
      </w:r>
      <w:r w:rsidRPr="00DE3848">
        <w:t xml:space="preserve">PDPS) </w:t>
      </w:r>
      <w:r w:rsidR="00A026C2" w:rsidRPr="00DE3848">
        <w:t xml:space="preserve">nebo </w:t>
      </w:r>
      <w:r w:rsidR="001E35F3" w:rsidRPr="00DE3848">
        <w:t xml:space="preserve">ve společném stupni projektové dokumentace pro společné povolení a projektové dokumentace pro provádění stavby (DUSP+PDPS) </w:t>
      </w:r>
      <w:r w:rsidRPr="00DE3848">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372618">
        <w:rPr>
          <w:b/>
        </w:rPr>
        <w:t>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63CD6F87" w:rsidR="00F3090F" w:rsidRDefault="00F3090F" w:rsidP="00187DED">
      <w:pPr>
        <w:pStyle w:val="Textbezslovn"/>
        <w:ind w:left="1077"/>
      </w:pPr>
      <w:r w:rsidRPr="0000237D">
        <w:t xml:space="preserve">Zadavatel požaduje předložení seznamu </w:t>
      </w:r>
      <w:r w:rsidR="0096257B">
        <w:t xml:space="preserve">významných </w:t>
      </w:r>
      <w:r w:rsidRPr="0000237D">
        <w:t>ukončených služeb obdobného charakteru poskytnutých dodavatelem v posledních 5 letech před zahájením výbě</w:t>
      </w:r>
      <w:r w:rsidRPr="00DE3848">
        <w:t xml:space="preserve">rového řízení, </w:t>
      </w:r>
      <w:r w:rsidRPr="00DE3848">
        <w:rPr>
          <w:lang w:eastAsia="cs-CZ"/>
        </w:rPr>
        <w:t>jejichž předmětem bylo</w:t>
      </w:r>
      <w:r w:rsidR="00C27EA4" w:rsidRPr="00DE3848">
        <w:rPr>
          <w:lang w:eastAsia="cs-CZ"/>
        </w:rPr>
        <w:t xml:space="preserve"> </w:t>
      </w:r>
      <w:r w:rsidRPr="00DE3848">
        <w:rPr>
          <w:lang w:eastAsia="cs-CZ"/>
        </w:rPr>
        <w:t xml:space="preserve">projektování </w:t>
      </w:r>
      <w:r w:rsidRPr="00372618">
        <w:rPr>
          <w:b/>
          <w:lang w:eastAsia="cs-CZ"/>
        </w:rPr>
        <w:t xml:space="preserve">alespoň </w:t>
      </w:r>
      <w:r w:rsidR="00DE3848" w:rsidRPr="00372618">
        <w:rPr>
          <w:b/>
          <w:lang w:eastAsia="cs-CZ"/>
        </w:rPr>
        <w:t>jednoho</w:t>
      </w:r>
      <w:r w:rsidRPr="00372618">
        <w:rPr>
          <w:b/>
        </w:rPr>
        <w:t xml:space="preserve"> automatick</w:t>
      </w:r>
      <w:r w:rsidR="00DE3848" w:rsidRPr="00372618">
        <w:rPr>
          <w:b/>
        </w:rPr>
        <w:t>ého</w:t>
      </w:r>
      <w:r w:rsidRPr="00372618">
        <w:rPr>
          <w:b/>
        </w:rPr>
        <w:t xml:space="preserve"> </w:t>
      </w:r>
      <w:r w:rsidRPr="00372618">
        <w:rPr>
          <w:b/>
          <w:lang w:eastAsia="cs-CZ"/>
        </w:rPr>
        <w:t>přejezdov</w:t>
      </w:r>
      <w:r w:rsidR="00DE3848" w:rsidRPr="00372618">
        <w:rPr>
          <w:b/>
          <w:lang w:eastAsia="cs-CZ"/>
        </w:rPr>
        <w:t>ého zabezpečovacího</w:t>
      </w:r>
      <w:r w:rsidRPr="00372618">
        <w:rPr>
          <w:b/>
          <w:lang w:eastAsia="cs-CZ"/>
        </w:rPr>
        <w:t xml:space="preserve"> zařízení vč. přejezdové konstrukce</w:t>
      </w:r>
      <w:r w:rsidRPr="00DE3848">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DE3848">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lastRenderedPageBreak/>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7BD1EAF6"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372618">
        <w:rPr>
          <w:b/>
          <w:lang w:eastAsia="cs-CZ"/>
        </w:rPr>
        <w:t>alespoň</w:t>
      </w:r>
      <w:r w:rsidR="00EC46CA" w:rsidRPr="00372618">
        <w:rPr>
          <w:b/>
          <w:lang w:eastAsia="cs-CZ"/>
        </w:rPr>
        <w:t xml:space="preserve"> </w:t>
      </w:r>
      <w:r w:rsidR="00DE3848" w:rsidRPr="00372618">
        <w:rPr>
          <w:b/>
          <w:lang w:eastAsia="cs-CZ"/>
        </w:rPr>
        <w:t xml:space="preserve">jednoho </w:t>
      </w:r>
      <w:r w:rsidR="001840C6" w:rsidRPr="00372618">
        <w:rPr>
          <w:b/>
          <w:lang w:eastAsia="cs-CZ"/>
        </w:rPr>
        <w:t>přejezdov</w:t>
      </w:r>
      <w:r w:rsidR="00DE3848" w:rsidRPr="00372618">
        <w:rPr>
          <w:b/>
          <w:lang w:eastAsia="cs-CZ"/>
        </w:rPr>
        <w:t>ého</w:t>
      </w:r>
      <w:r w:rsidR="001840C6" w:rsidRPr="00372618">
        <w:rPr>
          <w:b/>
          <w:lang w:eastAsia="cs-CZ"/>
        </w:rPr>
        <w:t xml:space="preserve"> zabezpečovac</w:t>
      </w:r>
      <w:r w:rsidR="00DE3848" w:rsidRPr="00372618">
        <w:rPr>
          <w:b/>
          <w:lang w:eastAsia="cs-CZ"/>
        </w:rPr>
        <w:t>ího</w:t>
      </w:r>
      <w:r w:rsidR="001840C6" w:rsidRPr="00372618">
        <w:rPr>
          <w:b/>
          <w:lang w:eastAsia="cs-CZ"/>
        </w:rPr>
        <w:t xml:space="preserve"> zařízení reléového typu s elektronickými doplňky, nebo plně elektronického typu vč. přejezdové konstrukce</w:t>
      </w:r>
      <w:r w:rsidR="001840C6" w:rsidRPr="00DE3848">
        <w:rPr>
          <w:lang w:eastAsia="cs-CZ"/>
        </w:rPr>
        <w:t xml:space="preserve"> (dále jen „PZZ</w:t>
      </w:r>
      <w:r w:rsidR="003E7EAF" w:rsidRPr="00DE3848">
        <w:rPr>
          <w:lang w:eastAsia="cs-CZ"/>
        </w:rPr>
        <w:t xml:space="preserve"> vč. přejezdové konstrukce</w:t>
      </w:r>
      <w:r w:rsidR="001840C6" w:rsidRPr="00DE3848">
        <w:rPr>
          <w:lang w:eastAsia="cs-CZ"/>
        </w:rPr>
        <w:t>“)</w:t>
      </w:r>
      <w:r w:rsidR="00EC46CA" w:rsidRPr="00DE3848">
        <w:rPr>
          <w:lang w:eastAsia="cs-CZ"/>
        </w:rPr>
        <w:t>,</w:t>
      </w:r>
      <w:r w:rsidR="00EC46CA">
        <w:rPr>
          <w:lang w:eastAsia="cs-CZ"/>
        </w:rPr>
        <w:t xml:space="preserve"> a to každého z nich </w:t>
      </w:r>
      <w:r w:rsidR="00EC46CA">
        <w:rPr>
          <w:lang w:eastAsia="cs-CZ"/>
        </w:rPr>
        <w:lastRenderedPageBreak/>
        <w:t xml:space="preserve">v minimální hodnotě plnění ve výši </w:t>
      </w:r>
      <w:r w:rsidR="00470D7C">
        <w:rPr>
          <w:b/>
          <w:lang w:eastAsia="cs-CZ"/>
        </w:rPr>
        <w:t>9</w:t>
      </w:r>
      <w:r w:rsidR="00470D7C" w:rsidRPr="00372618">
        <w:rPr>
          <w:b/>
          <w:lang w:eastAsia="cs-CZ"/>
        </w:rPr>
        <w:t> </w:t>
      </w:r>
      <w:r w:rsidR="004D3A48" w:rsidRPr="00372618">
        <w:rPr>
          <w:b/>
          <w:lang w:eastAsia="cs-CZ"/>
        </w:rPr>
        <w:t>000 000,-</w:t>
      </w:r>
      <w:r w:rsidR="00EC46CA" w:rsidRPr="00372618">
        <w:rPr>
          <w:b/>
          <w:lang w:eastAsia="cs-CZ"/>
        </w:rPr>
        <w:t xml:space="preserve"> 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4D3A48">
        <w:rPr>
          <w:lang w:eastAsia="cs-CZ"/>
        </w:rPr>
        <w:t>PZZ vč. přejezdové konstrukce)</w:t>
      </w:r>
      <w:r w:rsidR="00EC46CA" w:rsidRPr="004D3A48">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w:t>
      </w:r>
      <w:r w:rsidRPr="004D3A48">
        <w:t>předmět plnění s uvedením všech zadavatelem výše požadovaných údajů, cena</w:t>
      </w:r>
      <w:r w:rsidR="00071543" w:rsidRPr="004D3A48">
        <w:t xml:space="preserve"> </w:t>
      </w:r>
      <w:r w:rsidR="00EA0048" w:rsidRPr="004D3A48">
        <w:t xml:space="preserve">a počet </w:t>
      </w:r>
      <w:r w:rsidR="00071543" w:rsidRPr="004D3A48">
        <w:rPr>
          <w:lang w:eastAsia="cs-CZ"/>
        </w:rPr>
        <w:t>PZZ vč. přejezdové konstrukce</w:t>
      </w:r>
      <w:r w:rsidRPr="004D3A48">
        <w:t xml:space="preserve">, doba a místo provádění stavebních prací, identifikace objednatele a kontaktní údaje na osobu na straně objednatele, u níž je možné ověřit rozhodné skutečnosti ohledně realizované stavební práce. Přílohou seznamu budou </w:t>
      </w:r>
      <w:r w:rsidRPr="004D3A48">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4D3A48">
        <w:t xml:space="preserve"> a počet </w:t>
      </w:r>
      <w:r w:rsidR="00EA0048" w:rsidRPr="004D3A48">
        <w:rPr>
          <w:lang w:eastAsia="cs-CZ"/>
        </w:rPr>
        <w:t>PZZ vč. přejezdové konstrukce</w:t>
      </w:r>
      <w:r w:rsidRPr="004D3A48">
        <w:t>, dobu provádění stavebních prací, identifikaci objednatele a musí obsahovat údaj o tom, zda byly</w:t>
      </w:r>
      <w:r w:rsidRPr="0000237D">
        <w:t xml:space="preserve">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rsidRPr="0000237D">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372618" w:rsidRDefault="00E14DD4" w:rsidP="00E14DD4">
      <w:pPr>
        <w:pStyle w:val="Odrka1-2-"/>
      </w:pPr>
      <w:r w:rsidRPr="00372618">
        <w:t>vysokoškolské vzdělání;</w:t>
      </w:r>
    </w:p>
    <w:p w14:paraId="73242C16" w14:textId="29C6E4C0" w:rsidR="00E14DD4" w:rsidRPr="00372618" w:rsidRDefault="00E14DD4" w:rsidP="00E14DD4">
      <w:pPr>
        <w:pStyle w:val="Odrka1-2-"/>
      </w:pPr>
      <w:r w:rsidRPr="00372618">
        <w:t xml:space="preserve">nejméně 5 let praxe v projektování </w:t>
      </w:r>
      <w:r w:rsidR="00A026C2" w:rsidRPr="00372618">
        <w:t>zabezpečovacího zařízení železničních drah</w:t>
      </w:r>
      <w:r w:rsidRPr="00372618">
        <w:t>;</w:t>
      </w:r>
    </w:p>
    <w:p w14:paraId="4EBE7644" w14:textId="72AF5CFB" w:rsidR="00A026C2" w:rsidRPr="00372618" w:rsidRDefault="00A026C2" w:rsidP="00A026C2">
      <w:pPr>
        <w:pStyle w:val="Odrka1-2-"/>
      </w:pPr>
      <w:r w:rsidRPr="00372618">
        <w:t xml:space="preserve">zkušenost s projektováním alespoň jedné zakázky na projektové práce pro stavby železničních drah ve stupni DSP nebo DUSP nebo DSP+PDPS nebo DUSP+PDPS, která obsahovala mimo jiné alespoň následující činnosti: </w:t>
      </w:r>
      <w:r w:rsidRPr="00372618">
        <w:rPr>
          <w:b/>
        </w:rPr>
        <w:t>projektování automatického přejezdového zabezpečovacího zařízení</w:t>
      </w:r>
      <w:r w:rsidR="00180950" w:rsidRPr="00372618">
        <w:t xml:space="preserve">, </w:t>
      </w:r>
      <w:r w:rsidR="00180950" w:rsidRPr="00372618">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372618">
        <w:t>;</w:t>
      </w:r>
    </w:p>
    <w:p w14:paraId="4DBC39CF" w14:textId="77777777" w:rsidR="00E14DD4" w:rsidRPr="00372618" w:rsidRDefault="00E14DD4" w:rsidP="00E14DD4">
      <w:pPr>
        <w:pStyle w:val="Odrka1-2-"/>
        <w:rPr>
          <w:rStyle w:val="Tun9b"/>
          <w:b w:val="0"/>
        </w:rPr>
      </w:pPr>
      <w:r w:rsidRPr="00372618">
        <w:t xml:space="preserve">doklad o autorizaci v rozsahu dle § 5 odst. 3 písm. </w:t>
      </w:r>
      <w:r w:rsidRPr="00372618">
        <w:rPr>
          <w:b/>
        </w:rPr>
        <w:t>e)</w:t>
      </w:r>
      <w:r w:rsidRPr="00372618">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372618">
        <w:rPr>
          <w:b/>
        </w:rPr>
        <w:t>technologická zařízení staveb</w:t>
      </w:r>
      <w:r w:rsidRPr="00372618">
        <w:t>;</w:t>
      </w:r>
    </w:p>
    <w:p w14:paraId="490290BE" w14:textId="77777777" w:rsidR="0035531B" w:rsidRPr="0000237D" w:rsidRDefault="0035531B" w:rsidP="00372618">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372618" w:rsidRDefault="0035531B" w:rsidP="00930B79">
      <w:pPr>
        <w:pStyle w:val="Odrka1-2-"/>
      </w:pPr>
      <w:r w:rsidRPr="00372618">
        <w:t>nejméně 5 let praxe</w:t>
      </w:r>
      <w:r w:rsidR="00092CC9" w:rsidRPr="00372618">
        <w:t xml:space="preserve"> v </w:t>
      </w:r>
      <w:r w:rsidRPr="00372618">
        <w:t xml:space="preserve">řízení provádění staveb železničních drah; </w:t>
      </w:r>
    </w:p>
    <w:p w14:paraId="320226E1" w14:textId="21744C5A" w:rsidR="0035531B" w:rsidRPr="00372618" w:rsidRDefault="00AF4A09" w:rsidP="00AF4A09">
      <w:pPr>
        <w:pStyle w:val="Odrka1-2-"/>
      </w:pPr>
      <w:r w:rsidRPr="00372618">
        <w:lastRenderedPageBreak/>
        <w:t xml:space="preserve">zkušenost s řízením realizace alespoň jedné zakázky </w:t>
      </w:r>
      <w:r w:rsidR="00642162" w:rsidRPr="00372618">
        <w:t>na stavební práce, jež zahrnovala novostavbu</w:t>
      </w:r>
      <w:r w:rsidR="004A5FBB" w:rsidRPr="00372618">
        <w:t>,</w:t>
      </w:r>
      <w:r w:rsidR="00642162" w:rsidRPr="00372618">
        <w:t xml:space="preserve"> rekonstrukci </w:t>
      </w:r>
      <w:r w:rsidR="004A5FBB" w:rsidRPr="00372618">
        <w:t xml:space="preserve">nebo opravu </w:t>
      </w:r>
      <w:r w:rsidRPr="00372618">
        <w:t>stavby železničních drah v hodnotě nejméně</w:t>
      </w:r>
      <w:r w:rsidRPr="00372618">
        <w:rPr>
          <w:color w:val="FF0000"/>
        </w:rPr>
        <w:t xml:space="preserve"> </w:t>
      </w:r>
      <w:r w:rsidR="00372618" w:rsidRPr="00372618">
        <w:rPr>
          <w:b/>
        </w:rPr>
        <w:t>5 000 000,-</w:t>
      </w:r>
      <w:r w:rsidR="00C85053" w:rsidRPr="00372618">
        <w:rPr>
          <w:color w:val="FF0000"/>
        </w:rPr>
        <w:t xml:space="preserve"> </w:t>
      </w:r>
      <w:r w:rsidRPr="00372618">
        <w:rPr>
          <w:b/>
        </w:rPr>
        <w:t xml:space="preserve"> Kč </w:t>
      </w:r>
      <w:r w:rsidRPr="00372618">
        <w:t xml:space="preserve">bez DPH, a to v posledních 10 letech před zahájením </w:t>
      </w:r>
      <w:r w:rsidR="00E14DD4" w:rsidRPr="00372618">
        <w:t xml:space="preserve">výběrového řízení, </w:t>
      </w:r>
      <w:r w:rsidRPr="00372618">
        <w:t xml:space="preserve">jejíž </w:t>
      </w:r>
      <w:r w:rsidR="00E14DD4" w:rsidRPr="00372618">
        <w:t>součástí</w:t>
      </w:r>
      <w:r w:rsidRPr="00372618">
        <w:t xml:space="preserve"> byla mimo jiné </w:t>
      </w:r>
      <w:r w:rsidR="00BE3236" w:rsidRPr="00372618">
        <w:t>novostavba</w:t>
      </w:r>
      <w:r w:rsidR="00707B4F" w:rsidRPr="00372618">
        <w:t>,</w:t>
      </w:r>
      <w:r w:rsidR="00BE3236" w:rsidRPr="00372618">
        <w:t xml:space="preserve"> </w:t>
      </w:r>
      <w:r w:rsidRPr="00372618">
        <w:t>rekonstrukce</w:t>
      </w:r>
      <w:r w:rsidR="00707B4F" w:rsidRPr="00372618">
        <w:t xml:space="preserve"> nebo oprava</w:t>
      </w:r>
      <w:r w:rsidRPr="00372618">
        <w:t xml:space="preserve"> </w:t>
      </w:r>
      <w:r w:rsidR="00E14DD4" w:rsidRPr="00372618">
        <w:rPr>
          <w:rFonts w:ascii="Verdana" w:hAnsi="Verdana" w:cs="Calibri"/>
          <w:b/>
        </w:rPr>
        <w:t>přejezdov</w:t>
      </w:r>
      <w:r w:rsidR="00EC085D" w:rsidRPr="00372618">
        <w:rPr>
          <w:rFonts w:ascii="Verdana" w:hAnsi="Verdana" w:cs="Calibri"/>
          <w:b/>
        </w:rPr>
        <w:t>ého</w:t>
      </w:r>
      <w:r w:rsidR="00E14DD4" w:rsidRPr="00372618">
        <w:rPr>
          <w:rFonts w:ascii="Verdana" w:hAnsi="Verdana" w:cs="Calibri"/>
          <w:b/>
        </w:rPr>
        <w:t xml:space="preserve"> zabezpečovacíh</w:t>
      </w:r>
      <w:r w:rsidR="00EC085D" w:rsidRPr="00372618">
        <w:rPr>
          <w:rFonts w:ascii="Verdana" w:hAnsi="Verdana" w:cs="Calibri"/>
          <w:b/>
        </w:rPr>
        <w:t>o</w:t>
      </w:r>
      <w:r w:rsidR="00E14DD4" w:rsidRPr="00372618">
        <w:rPr>
          <w:rFonts w:ascii="Verdana" w:hAnsi="Verdana" w:cs="Calibri"/>
          <w:b/>
        </w:rPr>
        <w:t xml:space="preserve"> zařízení</w:t>
      </w:r>
      <w:r w:rsidR="00E14DD4" w:rsidRPr="00372618">
        <w:rPr>
          <w:rFonts w:ascii="Verdana" w:hAnsi="Verdana" w:cs="Calibri"/>
          <w:b/>
          <w:color w:val="FF0000"/>
        </w:rPr>
        <w:t xml:space="preserve"> </w:t>
      </w:r>
      <w:r w:rsidR="00E14DD4" w:rsidRPr="00372618">
        <w:rPr>
          <w:rFonts w:ascii="Verdana" w:hAnsi="Verdana" w:cs="Calibri"/>
          <w:b/>
        </w:rPr>
        <w:t>reléového typu s elektronickými doplňky, nebo plně elektronického typu vč. přejezdové konstrukce</w:t>
      </w:r>
      <w:r w:rsidR="0035531B" w:rsidRPr="00372618">
        <w:t>;</w:t>
      </w:r>
    </w:p>
    <w:p w14:paraId="179A43A2" w14:textId="4D9E9FC5" w:rsidR="0035531B" w:rsidRPr="00372618" w:rsidRDefault="0035531B" w:rsidP="00AD1771">
      <w:pPr>
        <w:pStyle w:val="Odrka1-2-"/>
      </w:pPr>
      <w:r w:rsidRPr="00372618">
        <w:t>musí předložit doklad</w:t>
      </w:r>
      <w:r w:rsidR="00092CC9" w:rsidRPr="00372618">
        <w:t xml:space="preserve"> o </w:t>
      </w:r>
      <w:r w:rsidRPr="00372618">
        <w:t>autorizaci</w:t>
      </w:r>
      <w:r w:rsidR="00092CC9" w:rsidRPr="00372618">
        <w:t xml:space="preserve"> v </w:t>
      </w:r>
      <w:r w:rsidRPr="00372618">
        <w:t xml:space="preserve">rozsahu dle § 5 odst. 3 písm. </w:t>
      </w:r>
      <w:r w:rsidR="006B6FDB" w:rsidRPr="00372618">
        <w:rPr>
          <w:b/>
        </w:rPr>
        <w:t>e</w:t>
      </w:r>
      <w:r w:rsidRPr="00372618">
        <w:rPr>
          <w:b/>
        </w:rPr>
        <w:t>)</w:t>
      </w:r>
      <w:r w:rsidRPr="00372618">
        <w:t xml:space="preserve"> </w:t>
      </w:r>
      <w:r w:rsidR="007476A8" w:rsidRPr="00372618">
        <w:t xml:space="preserve">autorizačního </w:t>
      </w:r>
      <w:r w:rsidRPr="00372618">
        <w:t>zákona, tedy</w:t>
      </w:r>
      <w:r w:rsidR="00092CC9" w:rsidRPr="00372618">
        <w:t xml:space="preserve"> v </w:t>
      </w:r>
      <w:r w:rsidRPr="00372618">
        <w:t xml:space="preserve">oboru </w:t>
      </w:r>
      <w:r w:rsidR="006B6FDB" w:rsidRPr="00372618">
        <w:rPr>
          <w:b/>
        </w:rPr>
        <w:t>technologická zařízení staveb</w:t>
      </w:r>
      <w:r w:rsidRPr="00372618">
        <w:t>;</w:t>
      </w:r>
    </w:p>
    <w:p w14:paraId="142152AE" w14:textId="77777777" w:rsidR="0035531B" w:rsidRPr="00372618" w:rsidRDefault="0035531B" w:rsidP="00372618">
      <w:pPr>
        <w:pStyle w:val="Textbezslovn"/>
        <w:numPr>
          <w:ilvl w:val="0"/>
          <w:numId w:val="18"/>
        </w:numPr>
        <w:rPr>
          <w:rStyle w:val="Tun9b"/>
        </w:rPr>
      </w:pPr>
      <w:r w:rsidRPr="00372618">
        <w:rPr>
          <w:rStyle w:val="Tun9b"/>
        </w:rPr>
        <w:t>specialista (vedoucí prací) na železniční svršek</w:t>
      </w:r>
      <w:r w:rsidR="00AF4A09" w:rsidRPr="00372618">
        <w:rPr>
          <w:rStyle w:val="Tun9b"/>
        </w:rPr>
        <w:t xml:space="preserve"> a spodek</w:t>
      </w:r>
      <w:r w:rsidRPr="00372618">
        <w:rPr>
          <w:rStyle w:val="Tun9b"/>
        </w:rPr>
        <w:t xml:space="preserve"> </w:t>
      </w:r>
    </w:p>
    <w:p w14:paraId="5D6D92DC" w14:textId="77777777" w:rsidR="0035531B" w:rsidRPr="00372618" w:rsidRDefault="0035531B" w:rsidP="00930B79">
      <w:pPr>
        <w:pStyle w:val="Odrka1-2-"/>
      </w:pPr>
      <w:r w:rsidRPr="00372618">
        <w:t>minimálně středoškolské vzdělání;</w:t>
      </w:r>
    </w:p>
    <w:p w14:paraId="4FA7DDDC" w14:textId="77777777" w:rsidR="0035531B" w:rsidRPr="00372618" w:rsidRDefault="0035531B" w:rsidP="00930B79">
      <w:pPr>
        <w:pStyle w:val="Odrka1-2-"/>
      </w:pPr>
      <w:r w:rsidRPr="00372618">
        <w:t>nejméně 5 let praxe</w:t>
      </w:r>
      <w:r w:rsidR="00092CC9" w:rsidRPr="00372618">
        <w:t xml:space="preserve"> v </w:t>
      </w:r>
      <w:r w:rsidRPr="00372618">
        <w:t xml:space="preserve">oboru své specializace </w:t>
      </w:r>
      <w:r w:rsidR="00B07880" w:rsidRPr="00372618">
        <w:t xml:space="preserve">(železniční svršek a spodek) </w:t>
      </w:r>
      <w:r w:rsidRPr="00372618">
        <w:t>při provádění staveb;</w:t>
      </w:r>
    </w:p>
    <w:p w14:paraId="75F715E3" w14:textId="77777777" w:rsidR="0035531B" w:rsidRPr="00372618" w:rsidRDefault="0096212A" w:rsidP="00AF4A09">
      <w:pPr>
        <w:pStyle w:val="Odrka1-2-"/>
      </w:pPr>
      <w:r w:rsidRPr="00372618">
        <w:t xml:space="preserve">musí předložit doklad o autorizaci v rozsahu dle § 5 odst. 3 písm. </w:t>
      </w:r>
      <w:r w:rsidRPr="00372618">
        <w:rPr>
          <w:b/>
        </w:rPr>
        <w:t>b)</w:t>
      </w:r>
      <w:r w:rsidRPr="00372618">
        <w:t xml:space="preserve"> autorizačního zákona, tedy v oboru </w:t>
      </w:r>
      <w:r w:rsidRPr="00372618">
        <w:rPr>
          <w:b/>
        </w:rPr>
        <w:t>dopravní stavby</w:t>
      </w:r>
      <w:r w:rsidRPr="00372618">
        <w:t>;</w:t>
      </w:r>
    </w:p>
    <w:p w14:paraId="230FA4EC" w14:textId="067319B4" w:rsidR="0035531B" w:rsidRPr="00372618" w:rsidRDefault="0035531B" w:rsidP="00372618">
      <w:pPr>
        <w:pStyle w:val="Textbezslovn"/>
        <w:numPr>
          <w:ilvl w:val="0"/>
          <w:numId w:val="18"/>
        </w:numPr>
        <w:rPr>
          <w:rStyle w:val="Tun9b"/>
        </w:rPr>
      </w:pPr>
      <w:r w:rsidRPr="00372618">
        <w:rPr>
          <w:rStyle w:val="Tun9b"/>
        </w:rPr>
        <w:t>specialista (vedoucí prací) na zabezpečovací zařízení</w:t>
      </w:r>
    </w:p>
    <w:p w14:paraId="2A36A42A" w14:textId="77777777" w:rsidR="0035531B" w:rsidRPr="00372618" w:rsidRDefault="0035531B" w:rsidP="008B2021">
      <w:pPr>
        <w:pStyle w:val="Odrka1-2-"/>
      </w:pPr>
      <w:r w:rsidRPr="00372618">
        <w:t>minimálně středoškolské vzdělání;</w:t>
      </w:r>
    </w:p>
    <w:p w14:paraId="0D449C1A" w14:textId="77777777" w:rsidR="0035531B" w:rsidRPr="00372618" w:rsidRDefault="0035531B" w:rsidP="008B2021">
      <w:pPr>
        <w:pStyle w:val="Odrka1-2-"/>
      </w:pPr>
      <w:r w:rsidRPr="00372618">
        <w:t>nejméně 5 let praxe</w:t>
      </w:r>
      <w:r w:rsidR="00092CC9" w:rsidRPr="00372618">
        <w:t xml:space="preserve"> v </w:t>
      </w:r>
      <w:r w:rsidRPr="00372618">
        <w:t xml:space="preserve">oboru své specializace </w:t>
      </w:r>
      <w:r w:rsidR="00B07880" w:rsidRPr="00372618">
        <w:t xml:space="preserve">(sdělovací a zabezpečovací zařízení) </w:t>
      </w:r>
      <w:r w:rsidRPr="00372618">
        <w:t>při provádění staveb;</w:t>
      </w:r>
    </w:p>
    <w:p w14:paraId="1C2557CE" w14:textId="77777777" w:rsidR="0035531B" w:rsidRPr="00372618" w:rsidRDefault="0035531B" w:rsidP="008B2021">
      <w:pPr>
        <w:pStyle w:val="Odrka1-2-"/>
      </w:pPr>
      <w:r w:rsidRPr="00372618">
        <w:t>musí předložit doklad</w:t>
      </w:r>
      <w:r w:rsidR="00092CC9" w:rsidRPr="00372618">
        <w:t xml:space="preserve"> o </w:t>
      </w:r>
      <w:r w:rsidRPr="00372618">
        <w:t>autorizaci</w:t>
      </w:r>
      <w:r w:rsidR="00092CC9" w:rsidRPr="00372618">
        <w:t xml:space="preserve"> v </w:t>
      </w:r>
      <w:r w:rsidRPr="00372618">
        <w:t xml:space="preserve">rozsahu dle § 5 odst. 3 písm. </w:t>
      </w:r>
      <w:r w:rsidRPr="00372618">
        <w:rPr>
          <w:b/>
        </w:rPr>
        <w:t>e)</w:t>
      </w:r>
      <w:r w:rsidRPr="00372618">
        <w:t xml:space="preserve"> autorizačního zákona, tedy</w:t>
      </w:r>
      <w:r w:rsidR="00092CC9" w:rsidRPr="00372618">
        <w:t xml:space="preserve"> v </w:t>
      </w:r>
      <w:r w:rsidRPr="00372618">
        <w:t xml:space="preserve">oboru </w:t>
      </w:r>
      <w:r w:rsidRPr="00372618">
        <w:rPr>
          <w:b/>
        </w:rPr>
        <w:t>technologická zařízení staveb</w:t>
      </w:r>
      <w:r w:rsidRPr="00372618">
        <w:t>;</w:t>
      </w:r>
    </w:p>
    <w:p w14:paraId="5FA642D1" w14:textId="77777777" w:rsidR="0035531B" w:rsidRPr="00372618" w:rsidRDefault="0035531B" w:rsidP="00372618">
      <w:pPr>
        <w:pStyle w:val="Textbezslovn"/>
        <w:numPr>
          <w:ilvl w:val="0"/>
          <w:numId w:val="18"/>
        </w:numPr>
        <w:rPr>
          <w:rStyle w:val="Tun9b"/>
        </w:rPr>
      </w:pPr>
      <w:r w:rsidRPr="00372618">
        <w:rPr>
          <w:rStyle w:val="Tun9b"/>
        </w:rPr>
        <w:t xml:space="preserve">specialista (vedoucí prací) na </w:t>
      </w:r>
      <w:r w:rsidR="00AF4A09" w:rsidRPr="00372618">
        <w:rPr>
          <w:rStyle w:val="Tun9b"/>
        </w:rPr>
        <w:t>silnoproud</w:t>
      </w:r>
      <w:r w:rsidRPr="00372618">
        <w:rPr>
          <w:rStyle w:val="Tun9b"/>
        </w:rPr>
        <w:t xml:space="preserve"> </w:t>
      </w:r>
    </w:p>
    <w:p w14:paraId="085E229F" w14:textId="77777777" w:rsidR="0035531B" w:rsidRPr="00372618" w:rsidRDefault="0035531B" w:rsidP="008B2021">
      <w:pPr>
        <w:pStyle w:val="Odrka1-2-"/>
      </w:pPr>
      <w:r w:rsidRPr="00372618">
        <w:t>minimálně středoškolské vzdělání;</w:t>
      </w:r>
    </w:p>
    <w:p w14:paraId="1E62E74F" w14:textId="77777777" w:rsidR="0035531B" w:rsidRPr="00372618" w:rsidRDefault="0035531B" w:rsidP="008B2021">
      <w:pPr>
        <w:pStyle w:val="Odrka1-2-"/>
      </w:pPr>
      <w:r w:rsidRPr="00372618">
        <w:t>nejméně 5 let praxe</w:t>
      </w:r>
      <w:r w:rsidR="00092CC9" w:rsidRPr="00372618">
        <w:t xml:space="preserve"> v </w:t>
      </w:r>
      <w:r w:rsidRPr="00372618">
        <w:t xml:space="preserve">oboru své specializace </w:t>
      </w:r>
      <w:r w:rsidR="00B07880" w:rsidRPr="00372618">
        <w:t xml:space="preserve">(silnoproud) </w:t>
      </w:r>
      <w:r w:rsidRPr="00372618">
        <w:t>při provádění staveb;</w:t>
      </w:r>
    </w:p>
    <w:p w14:paraId="5350885B" w14:textId="77777777" w:rsidR="0035531B" w:rsidRPr="00372618" w:rsidRDefault="0035531B" w:rsidP="008B2021">
      <w:pPr>
        <w:pStyle w:val="Odrka1-2-"/>
      </w:pPr>
      <w:r w:rsidRPr="00372618">
        <w:t>musí předložit doklad</w:t>
      </w:r>
      <w:r w:rsidR="00092CC9" w:rsidRPr="00372618">
        <w:t xml:space="preserve"> o </w:t>
      </w:r>
      <w:r w:rsidRPr="00372618">
        <w:t>autorizaci</w:t>
      </w:r>
      <w:r w:rsidR="00092CC9" w:rsidRPr="00372618">
        <w:t xml:space="preserve"> v </w:t>
      </w:r>
      <w:r w:rsidRPr="00372618">
        <w:t xml:space="preserve">rozsahu dle § 5 odst. 3 písm. </w:t>
      </w:r>
      <w:r w:rsidRPr="00372618">
        <w:rPr>
          <w:b/>
        </w:rPr>
        <w:t>e)</w:t>
      </w:r>
      <w:r w:rsidRPr="00372618">
        <w:t xml:space="preserve"> autorizačního zákona, tedy</w:t>
      </w:r>
      <w:r w:rsidR="00092CC9" w:rsidRPr="00372618">
        <w:t xml:space="preserve"> v </w:t>
      </w:r>
      <w:r w:rsidRPr="00372618">
        <w:t xml:space="preserve">oboru </w:t>
      </w:r>
      <w:r w:rsidRPr="00372618">
        <w:rPr>
          <w:b/>
        </w:rPr>
        <w:t>technologická zařízení staveb</w:t>
      </w:r>
      <w:r w:rsidRPr="00372618">
        <w:t>;</w:t>
      </w:r>
    </w:p>
    <w:p w14:paraId="4D907F7B" w14:textId="77777777" w:rsidR="0035531B" w:rsidRPr="00372618" w:rsidRDefault="0035531B" w:rsidP="00372618">
      <w:pPr>
        <w:pStyle w:val="Textbezslovn"/>
        <w:numPr>
          <w:ilvl w:val="0"/>
          <w:numId w:val="18"/>
        </w:numPr>
        <w:rPr>
          <w:rStyle w:val="Tun9b"/>
        </w:rPr>
      </w:pPr>
      <w:r w:rsidRPr="00372618">
        <w:rPr>
          <w:rStyle w:val="Tun9b"/>
        </w:rPr>
        <w:t>úředně oprávněný zeměměřický inženýr</w:t>
      </w:r>
    </w:p>
    <w:p w14:paraId="3B7769F3" w14:textId="77777777" w:rsidR="0035531B" w:rsidRPr="00372618" w:rsidRDefault="0035531B" w:rsidP="008B2021">
      <w:pPr>
        <w:pStyle w:val="Odrka1-2-"/>
      </w:pPr>
      <w:r w:rsidRPr="00372618">
        <w:t>oprávnění pro ověřování výsledků zeměměřických činností</w:t>
      </w:r>
      <w:r w:rsidR="00092CC9" w:rsidRPr="00372618">
        <w:t xml:space="preserve"> v </w:t>
      </w:r>
      <w:r w:rsidRPr="00372618">
        <w:t xml:space="preserve">rozsahu dle § 13 odst. 1 písm. </w:t>
      </w:r>
      <w:r w:rsidRPr="00372618">
        <w:rPr>
          <w:b/>
        </w:rPr>
        <w:t>a)</w:t>
      </w:r>
      <w:r w:rsidR="00845C50" w:rsidRPr="00372618">
        <w:t xml:space="preserve"> a </w:t>
      </w:r>
      <w:r w:rsidRPr="00372618">
        <w:rPr>
          <w:b/>
        </w:rPr>
        <w:t>c)</w:t>
      </w:r>
      <w:r w:rsidRPr="00372618">
        <w:t xml:space="preserve"> zákona č. 200/1994 Sb.,</w:t>
      </w:r>
      <w:r w:rsidR="00092CC9" w:rsidRPr="00372618">
        <w:t xml:space="preserve"> o </w:t>
      </w:r>
      <w:r w:rsidRPr="00372618">
        <w:t>zeměměřictví</w:t>
      </w:r>
      <w:r w:rsidR="00845C50" w:rsidRPr="00372618">
        <w:t xml:space="preserve"> a</w:t>
      </w:r>
      <w:r w:rsidR="00092CC9" w:rsidRPr="00372618">
        <w:t xml:space="preserve"> o </w:t>
      </w:r>
      <w:r w:rsidRPr="00372618">
        <w:t>změně</w:t>
      </w:r>
      <w:r w:rsidR="00845C50" w:rsidRPr="00372618">
        <w:t xml:space="preserve"> a </w:t>
      </w:r>
      <w:r w:rsidRPr="00372618">
        <w:t>doplnění některých zákonů souvisejících</w:t>
      </w:r>
      <w:r w:rsidR="00845C50" w:rsidRPr="00372618">
        <w:t xml:space="preserve"> s </w:t>
      </w:r>
      <w:r w:rsidRPr="00372618">
        <w:t xml:space="preserve">jeho zavedením, ve znění </w:t>
      </w:r>
      <w:r w:rsidR="004B4827" w:rsidRPr="00372618">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lastRenderedPageBreak/>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372618">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 xml:space="preserve">výkonu </w:t>
      </w:r>
      <w:r w:rsidRPr="0000237D">
        <w:lastRenderedPageBreak/>
        <w:t>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372618" w:rsidRDefault="0035531B" w:rsidP="0006499F">
      <w:pPr>
        <w:pStyle w:val="Odrka1-1"/>
      </w:pPr>
      <w:r w:rsidRPr="00372618">
        <w:t>Informace</w:t>
      </w:r>
      <w:r w:rsidR="00BC6D2B" w:rsidRPr="00372618">
        <w:t xml:space="preserve"> k </w:t>
      </w:r>
      <w:r w:rsidRPr="00372618">
        <w:t>doložení úředního oprávnění pro ověřování výsledků zeměměřických činností</w:t>
      </w:r>
      <w:r w:rsidR="00092CC9" w:rsidRPr="00372618">
        <w:t xml:space="preserve"> v </w:t>
      </w:r>
      <w:r w:rsidRPr="00372618">
        <w:t>rozsahu dle § 13 odst. 1 zákona č. 200/1994 Sb.,</w:t>
      </w:r>
      <w:r w:rsidR="00092CC9" w:rsidRPr="00372618">
        <w:t xml:space="preserve"> o </w:t>
      </w:r>
      <w:r w:rsidRPr="00372618">
        <w:t>zeměměřictví</w:t>
      </w:r>
      <w:r w:rsidR="00845C50" w:rsidRPr="00372618">
        <w:t xml:space="preserve"> a</w:t>
      </w:r>
      <w:r w:rsidR="00092CC9" w:rsidRPr="00372618">
        <w:t xml:space="preserve"> o </w:t>
      </w:r>
      <w:r w:rsidRPr="00372618">
        <w:t>změně</w:t>
      </w:r>
      <w:r w:rsidR="00845C50" w:rsidRPr="00372618">
        <w:t xml:space="preserve"> a </w:t>
      </w:r>
      <w:r w:rsidRPr="00372618">
        <w:t>doplnění některých zákonů souvisejících</w:t>
      </w:r>
      <w:r w:rsidR="00845C50" w:rsidRPr="00372618">
        <w:t xml:space="preserve"> s </w:t>
      </w:r>
      <w:r w:rsidRPr="00372618">
        <w:t>jeho zavedením, ve znění pozdějších předpisů, zahraničními osobami (§ 12 až 16 zák. č. 200/1994 Sb.): přeshraniční poskytování služeb</w:t>
      </w:r>
      <w:r w:rsidR="00092CC9" w:rsidRPr="00372618">
        <w:t xml:space="preserve"> v </w:t>
      </w:r>
      <w:r w:rsidRPr="00372618">
        <w:t>České republice zahraniční fyzickou osobou ohledně ověřování výsledků zeměměřických činností je možné pouze na základě úředního oprávnění, které vydává Český úřad zeměměřický</w:t>
      </w:r>
      <w:r w:rsidR="00845C50" w:rsidRPr="00372618">
        <w:t xml:space="preserve"> a </w:t>
      </w:r>
      <w:r w:rsidRPr="00372618">
        <w:t>katastrální. Úřední oprávnění udělí příslušný úřad fyzické osobě, které uzná odbornou kvalifikaci</w:t>
      </w:r>
      <w:r w:rsidR="00845C50" w:rsidRPr="00372618">
        <w:t xml:space="preserve"> a </w:t>
      </w:r>
      <w:r w:rsidRPr="00372618">
        <w:t>bezúhonnost podle zákona</w:t>
      </w:r>
      <w:r w:rsidR="00092CC9" w:rsidRPr="00372618">
        <w:t xml:space="preserve"> o </w:t>
      </w:r>
      <w:r w:rsidRPr="00372618">
        <w:t>uznávání odborné kvalifikace (zák. č. 18/2004 Sb., ve znění pozdějších předpisů). Doklady</w:t>
      </w:r>
      <w:r w:rsidR="00092CC9" w:rsidRPr="00372618">
        <w:t xml:space="preserve"> o </w:t>
      </w:r>
      <w:r w:rsidRPr="00372618">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F687B"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434C5A9D" w:rsidR="00DC3174"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633D0875" w14:textId="77777777" w:rsidR="00FC5122" w:rsidRPr="0000237D" w:rsidRDefault="00FC5122" w:rsidP="0064673D">
      <w:pPr>
        <w:pStyle w:val="Textbezslovn"/>
        <w:spacing w:before="240"/>
      </w:pPr>
    </w:p>
    <w:p w14:paraId="47CD10E3" w14:textId="77777777" w:rsidR="0035531B" w:rsidRPr="0000237D" w:rsidRDefault="0035531B" w:rsidP="00193D8F">
      <w:pPr>
        <w:pStyle w:val="Nadpis1-1"/>
      </w:pPr>
      <w:bookmarkStart w:id="14" w:name="_Toc62649427"/>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757B3148" w:rsidR="006A33B0" w:rsidRDefault="006A33B0" w:rsidP="006A33B0">
      <w:pPr>
        <w:pStyle w:val="Odrka1-1"/>
        <w:numPr>
          <w:ilvl w:val="0"/>
          <w:numId w:val="0"/>
        </w:numPr>
        <w:spacing w:after="0"/>
        <w:ind w:left="1077"/>
        <w:rPr>
          <w:highlight w:val="green"/>
        </w:rPr>
      </w:pPr>
      <w:r w:rsidRPr="00372618">
        <w:t>- přejezdové zabezpečovací zařízení</w:t>
      </w:r>
      <w:r w:rsidR="00372618" w:rsidRPr="00372618">
        <w:t xml:space="preserve"> (přejezdové</w:t>
      </w:r>
      <w:r w:rsidR="00372618" w:rsidRPr="005769F5">
        <w:t xml:space="preserve"> zařízení světelné 3. </w:t>
      </w:r>
      <w:r w:rsidR="00372618">
        <w:t>k</w:t>
      </w:r>
      <w:r w:rsidR="00372618" w:rsidRPr="005769F5">
        <w:t>ategorie</w:t>
      </w:r>
      <w:r w:rsidR="00372618">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 xml:space="preserve">podmínek uvedených pod písm. a) nebo b) § 15 odst. 1 zákona č. 309/2006 </w:t>
      </w:r>
      <w:r w:rsidRPr="00B848EB">
        <w:lastRenderedPageBreak/>
        <w:t>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AC5456"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B848EB">
        <w:lastRenderedPageBreak/>
        <w:t xml:space="preserve">zadavatele, vyjma údajů, u nichž vyplývá z obsahu těchto závazných požadavků povinnost jejich doplnění (údaje určené k doplnění ze strany dodavatele jsou vyznačeny zvýrazněním žlutou barvou), nebo není-li v této Výzvě uvedeno jinak. </w:t>
      </w:r>
      <w:r w:rsidRPr="00AC5456">
        <w:t>Návrh smlouvy nemusí být dodavatelem v nabídce podepsán. Do závazného vzoru smlouvy dodavatel doplní mj. následující skutečnosti (za dodržení dále stanovených instrukcí):</w:t>
      </w:r>
    </w:p>
    <w:p w14:paraId="1314E185" w14:textId="6C56731E" w:rsidR="00616090" w:rsidRPr="00AC5456" w:rsidRDefault="00616090" w:rsidP="00131E9D">
      <w:pPr>
        <w:pStyle w:val="Odrka1-2-"/>
      </w:pPr>
      <w:r w:rsidRPr="00AC5456">
        <w:t xml:space="preserve">do těla závazného vzoru smlouvy </w:t>
      </w:r>
      <w:r w:rsidR="00131E9D" w:rsidRPr="00AC5456">
        <w:t xml:space="preserve">(čl. 3.3) </w:t>
      </w:r>
      <w:r w:rsidRPr="00AC5456">
        <w:t xml:space="preserve">celkovou nabídkovou cenu díla </w:t>
      </w:r>
      <w:r w:rsidR="00C66E2A" w:rsidRPr="00AC5456">
        <w:t xml:space="preserve">(tj. Cena Díla </w:t>
      </w:r>
      <w:r w:rsidR="00AC5456" w:rsidRPr="00AC5456">
        <w:t>stavby</w:t>
      </w:r>
      <w:r w:rsidR="00C66E2A" w:rsidRPr="00AC5456">
        <w:t>)</w:t>
      </w:r>
      <w:r w:rsidR="00131E9D" w:rsidRPr="00AC5456">
        <w:t xml:space="preserve"> </w:t>
      </w:r>
      <w:r w:rsidRPr="00AC5456">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478FFDC5"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00FC5122">
        <w:rPr>
          <w:lang w:eastAsia="cs-CZ"/>
        </w:rPr>
        <w:t>stavbu</w:t>
      </w:r>
      <w:r>
        <w:rPr>
          <w:lang w:eastAsia="cs-CZ"/>
        </w:rPr>
        <w:t xml:space="preserve">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w:t>
      </w:r>
      <w:r w:rsidR="00FC5122">
        <w:rPr>
          <w:lang w:eastAsia="cs-CZ"/>
        </w:rPr>
        <w:t>stavby</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5034669D" w:rsidR="0035531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05517B3E" w14:textId="77777777" w:rsidR="00FC5122" w:rsidRPr="00B848EB" w:rsidRDefault="00FC5122" w:rsidP="00FC5122">
      <w:pPr>
        <w:pStyle w:val="Odrka1-1"/>
        <w:numPr>
          <w:ilvl w:val="0"/>
          <w:numId w:val="0"/>
        </w:numPr>
        <w:ind w:left="1077"/>
      </w:pP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31924E0B" w:rsidR="0035531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C8DB87" w14:textId="77777777" w:rsidR="00FC5122" w:rsidRPr="00B848EB" w:rsidRDefault="00FC5122" w:rsidP="00FC5122">
      <w:pPr>
        <w:pStyle w:val="Text1-1"/>
        <w:numPr>
          <w:ilvl w:val="0"/>
          <w:numId w:val="0"/>
        </w:numPr>
        <w:ind w:left="737"/>
      </w:pP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 xml:space="preserve">Nabídka, doklady a dokumenty předkládané v nabídce nebo se k nabídce vztahující, veškerá korespondence a komunikace se zadavatelem, včetně žádostí dodavatelů o </w:t>
      </w:r>
      <w:r w:rsidRPr="00B848EB">
        <w:lastRenderedPageBreak/>
        <w:t>vysvětlení zadávací dokumentace, prohlídka místa plnění, pokud by byla organizována, musí být předloženy a budou prováděny v českém jazyce</w:t>
      </w:r>
      <w:r w:rsidR="0035531B" w:rsidRPr="00B848EB">
        <w:t>.</w:t>
      </w:r>
    </w:p>
    <w:p w14:paraId="795CEB22" w14:textId="3A048558" w:rsidR="0035531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5A7C4ED2" w14:textId="77777777" w:rsidR="00FC5122" w:rsidRPr="00B848EB" w:rsidRDefault="00FC5122" w:rsidP="00FC5122">
      <w:pPr>
        <w:pStyle w:val="Text1-1"/>
        <w:numPr>
          <w:ilvl w:val="0"/>
          <w:numId w:val="0"/>
        </w:numPr>
        <w:ind w:left="737"/>
      </w:pP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1AD0644F" w:rsidR="00912D0E" w:rsidRPr="00912D0E" w:rsidRDefault="00912D0E" w:rsidP="00912D0E">
      <w:pPr>
        <w:pStyle w:val="Text1-1"/>
        <w:numPr>
          <w:ilvl w:val="0"/>
          <w:numId w:val="0"/>
        </w:numPr>
        <w:ind w:left="737"/>
        <w:rPr>
          <w:b/>
        </w:rPr>
      </w:pPr>
      <w:r w:rsidRPr="00912D0E">
        <w:rPr>
          <w:b/>
        </w:rPr>
        <w:t xml:space="preserve">Nabídku lze podat v termínu uvedeném na profilu zadavatele: </w:t>
      </w:r>
      <w:hyperlink r:id="rId20" w:history="1">
        <w:r w:rsidR="00FC5122" w:rsidRPr="00043A86">
          <w:rPr>
            <w:rStyle w:val="Hypertextovodkaz"/>
            <w:b/>
            <w:noProof w:val="0"/>
          </w:rPr>
          <w:t>https://zakazky.spravazeleznic.cz/</w:t>
        </w:r>
      </w:hyperlink>
      <w:r w:rsidRPr="00912D0E">
        <w:rPr>
          <w:b/>
        </w:rPr>
        <w:t>.</w:t>
      </w:r>
      <w:r w:rsidR="00FC5122">
        <w:rPr>
          <w:b/>
        </w:rPr>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 xml:space="preserve">6 a 8, zbylé </w:t>
      </w:r>
      <w:r w:rsidRPr="00B848EB">
        <w:lastRenderedPageBreak/>
        <w:t>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3307AECC" w:rsidR="0035531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B848EB">
        <w:rPr>
          <w:rStyle w:val="Tun9b"/>
          <w:b w:val="0"/>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48C99F1A" w14:textId="77777777" w:rsidR="00FC5122" w:rsidRPr="00B848EB" w:rsidRDefault="00FC5122" w:rsidP="00FC5122">
      <w:pPr>
        <w:pStyle w:val="Text1-1"/>
        <w:numPr>
          <w:ilvl w:val="0"/>
          <w:numId w:val="0"/>
        </w:numPr>
        <w:ind w:left="737"/>
        <w:rPr>
          <w:rStyle w:val="Tun9b"/>
          <w:b w:val="0"/>
        </w:rPr>
      </w:pP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083AAFC7" w:rsidR="0035531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4E762A9A" w14:textId="77777777" w:rsidR="00FC5122" w:rsidRPr="00B848EB" w:rsidRDefault="00FC5122" w:rsidP="00FC5122">
      <w:pPr>
        <w:pStyle w:val="Text1-1"/>
        <w:numPr>
          <w:ilvl w:val="0"/>
          <w:numId w:val="0"/>
        </w:numPr>
        <w:ind w:left="737"/>
      </w:pP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5360AD28" w:rsidR="0035531B" w:rsidRDefault="0035531B" w:rsidP="00912D0E">
      <w:pPr>
        <w:pStyle w:val="Text1-1"/>
        <w:ind w:left="737"/>
      </w:pPr>
      <w:r w:rsidRPr="00B848EB">
        <w:t xml:space="preserve">Zadavatel nepřipouští předložení varianty nabídky. </w:t>
      </w:r>
    </w:p>
    <w:p w14:paraId="3EDFB0C5" w14:textId="77777777" w:rsidR="00FC5122" w:rsidRPr="00B848EB" w:rsidRDefault="00FC5122" w:rsidP="00FC5122">
      <w:pPr>
        <w:pStyle w:val="Text1-1"/>
        <w:numPr>
          <w:ilvl w:val="0"/>
          <w:numId w:val="0"/>
        </w:numPr>
        <w:ind w:left="737"/>
      </w:pP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13A95231" w:rsidR="0035531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61C2DFEA" w14:textId="77777777" w:rsidR="00FC5122" w:rsidRPr="00B848EB" w:rsidRDefault="00FC5122" w:rsidP="00FC5122">
      <w:pPr>
        <w:pStyle w:val="Text1-1"/>
        <w:numPr>
          <w:ilvl w:val="0"/>
          <w:numId w:val="0"/>
        </w:numPr>
        <w:ind w:left="737"/>
      </w:pP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B848EB">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41B2F4A9" w:rsidR="00C154A5" w:rsidRPr="00FC5122"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0960E0D3" w14:textId="77777777" w:rsidR="00FC5122" w:rsidRPr="00D2426D" w:rsidRDefault="00FC5122" w:rsidP="00FC5122">
      <w:pPr>
        <w:pStyle w:val="Text1-1"/>
        <w:numPr>
          <w:ilvl w:val="0"/>
          <w:numId w:val="0"/>
        </w:numPr>
        <w:ind w:left="737"/>
        <w:rPr>
          <w:color w:val="FF0000"/>
        </w:rPr>
      </w:pP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4FDFDDCA" w:rsidR="0035531B"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5A4C6932" w14:textId="77777777" w:rsidR="00FC5122" w:rsidRPr="002306DF" w:rsidRDefault="00FC5122" w:rsidP="00FC5122">
      <w:pPr>
        <w:pStyle w:val="Text1-1"/>
        <w:numPr>
          <w:ilvl w:val="0"/>
          <w:numId w:val="0"/>
        </w:numPr>
        <w:ind w:left="737"/>
      </w:pP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2F86AA4" w:rsidR="00DC4ECD" w:rsidRPr="00FC5122"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4F1FF855" w14:textId="77777777" w:rsidR="00FC5122" w:rsidRPr="002306DF" w:rsidRDefault="00FC5122" w:rsidP="00FC5122">
      <w:pPr>
        <w:pStyle w:val="Text1-1"/>
        <w:numPr>
          <w:ilvl w:val="0"/>
          <w:numId w:val="0"/>
        </w:numPr>
        <w:ind w:left="737"/>
      </w:pP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w:t>
      </w:r>
      <w:r w:rsidRPr="002306DF">
        <w:lastRenderedPageBreak/>
        <w:t xml:space="preserve">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FC5122" w:rsidRDefault="0035531B" w:rsidP="007038DC">
      <w:pPr>
        <w:pStyle w:val="Odrka1-1"/>
      </w:pPr>
      <w:r w:rsidRPr="00FC5122">
        <w:t>kopi</w:t>
      </w:r>
      <w:r w:rsidR="001B5ED5" w:rsidRPr="00FC5122">
        <w:t>e</w:t>
      </w:r>
      <w:r w:rsidRPr="00FC5122">
        <w:t xml:space="preserve"> pověření Ministerstva dopravy ČR</w:t>
      </w:r>
      <w:r w:rsidR="00BC6D2B" w:rsidRPr="00FC5122">
        <w:t xml:space="preserve"> k </w:t>
      </w:r>
      <w:r w:rsidRPr="00FC5122">
        <w:t>provádění technických prohlídek</w:t>
      </w:r>
      <w:r w:rsidR="00845C50" w:rsidRPr="00FC5122">
        <w:t xml:space="preserve"> a </w:t>
      </w:r>
      <w:r w:rsidRPr="00FC5122">
        <w:t>zkoušek určených technických zařízení (UTZ) dle § 47 odst. 4 zákona č. 266/1994 Sb.,</w:t>
      </w:r>
      <w:r w:rsidR="00092CC9" w:rsidRPr="00FC5122">
        <w:t xml:space="preserve"> o </w:t>
      </w:r>
      <w:r w:rsidRPr="00FC5122">
        <w:t>drahách, ve znění pozdějších předpisů,</w:t>
      </w:r>
      <w:r w:rsidR="00845C50" w:rsidRPr="00FC5122">
        <w:t xml:space="preserve"> a </w:t>
      </w:r>
      <w:r w:rsidRPr="00FC5122">
        <w:t>to elektrických UTZ železničních drah</w:t>
      </w:r>
      <w:r w:rsidR="00092CC9" w:rsidRPr="00FC5122">
        <w:t xml:space="preserve"> v </w:t>
      </w:r>
      <w:r w:rsidRPr="00FC5122">
        <w:t xml:space="preserve">rozsahu: </w:t>
      </w:r>
    </w:p>
    <w:p w14:paraId="027ECDF2" w14:textId="1461A5CF" w:rsidR="00FC5122" w:rsidRPr="00FC5122" w:rsidRDefault="00FC5122" w:rsidP="00FC5122">
      <w:pPr>
        <w:pStyle w:val="Odrka1-2-"/>
      </w:pPr>
      <w:r w:rsidRPr="00FC5122">
        <w:t>elektrické sítě drah a elektrické rozvody drah,</w:t>
      </w:r>
    </w:p>
    <w:p w14:paraId="4631CB8C" w14:textId="5687F0DF" w:rsidR="00546762" w:rsidRPr="00FC5122" w:rsidRDefault="00FC5122" w:rsidP="00FC5122">
      <w:pPr>
        <w:pStyle w:val="Odrka1-2-"/>
      </w:pPr>
      <w:r w:rsidRPr="00FC5122">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7A7C2C">
        <w:lastRenderedPageBreak/>
        <w:t>fyzickou osobu, tj. vybraného dodavatele nebo osobu, jejímž prostřednictvím dodavatel odbornou způsobilost zabezpečuje, k výkonu odborné způsobilosti v České republice</w:t>
      </w:r>
      <w:r w:rsidR="0035531B" w:rsidRPr="007A7C2C">
        <w:t>.</w:t>
      </w:r>
    </w:p>
    <w:p w14:paraId="512CBE33" w14:textId="6FB8CCD6" w:rsidR="0035531B"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1F9722C8" w14:textId="77777777" w:rsidR="00FC5122" w:rsidRPr="007A7C2C" w:rsidRDefault="00FC5122" w:rsidP="00FC5122">
      <w:pPr>
        <w:pStyle w:val="Text1-1"/>
        <w:numPr>
          <w:ilvl w:val="0"/>
          <w:numId w:val="0"/>
        </w:numPr>
        <w:ind w:left="737"/>
      </w:pP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5F7D2ED" w:rsidR="0035531B"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3F63CD67" w14:textId="77777777" w:rsidR="00FC5122" w:rsidRPr="007A7C2C" w:rsidRDefault="00FC5122" w:rsidP="00FC5122">
      <w:pPr>
        <w:pStyle w:val="Text1-1"/>
        <w:numPr>
          <w:ilvl w:val="0"/>
          <w:numId w:val="0"/>
        </w:numPr>
        <w:ind w:left="737"/>
      </w:pP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4B3D5254" w:rsidR="00530F25" w:rsidRDefault="00530F25" w:rsidP="004C0FF1">
      <w:pPr>
        <w:pStyle w:val="Text1-1"/>
        <w:ind w:left="737"/>
      </w:pPr>
      <w:r>
        <w:lastRenderedPageBreak/>
        <w:t>Výše uvedené prvky odpovědného zadávání a povinnosti dodavatele s nimi spojené zadavatel stanovil v</w:t>
      </w:r>
      <w:r w:rsidR="00E614ED">
        <w:t xml:space="preserve"> ustanoveních </w:t>
      </w:r>
      <w:r w:rsidR="00E614ED" w:rsidRPr="00FC5122">
        <w:t>článku</w:t>
      </w:r>
      <w:r w:rsidR="005D14BC" w:rsidRPr="00FC5122">
        <w:t xml:space="preserve"> </w:t>
      </w:r>
      <w:r w:rsidR="00E614ED" w:rsidRPr="00FC5122">
        <w:t>4</w:t>
      </w:r>
      <w:r w:rsidR="005D14BC" w:rsidRPr="00FC5122">
        <w:t>.</w:t>
      </w:r>
      <w:r w:rsidR="00FC5122" w:rsidRPr="00FC5122">
        <w:t xml:space="preserve">10 </w:t>
      </w:r>
      <w:r w:rsidR="00E614ED" w:rsidRPr="00FC5122">
        <w:t>závazného</w:t>
      </w:r>
      <w:r w:rsidR="00E614ED">
        <w:t xml:space="preserve"> vzoru smlouvy, který je dílem 2 zadávací dokumentace. </w:t>
      </w:r>
    </w:p>
    <w:p w14:paraId="0A8C3A35" w14:textId="77777777" w:rsidR="00FC5122" w:rsidRDefault="00FC5122" w:rsidP="00FC5122">
      <w:pPr>
        <w:pStyle w:val="Text1-1"/>
        <w:numPr>
          <w:ilvl w:val="0"/>
          <w:numId w:val="0"/>
        </w:numPr>
        <w:ind w:left="737"/>
      </w:pP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00A810A0" w:rsidR="0035531B" w:rsidRPr="007A7C2C" w:rsidRDefault="0035531B" w:rsidP="00564DDD">
      <w:pPr>
        <w:pStyle w:val="Textbezslovn"/>
        <w:spacing w:after="0"/>
      </w:pPr>
      <w:r w:rsidRPr="007A7C2C">
        <w:t>V</w:t>
      </w:r>
      <w:r w:rsidR="00B36181" w:rsidRPr="007A7C2C">
        <w:t> </w:t>
      </w:r>
      <w:r w:rsidR="00FC5122">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6E7AE559" w14:textId="77777777" w:rsidR="00FC5122" w:rsidRPr="00E30A85" w:rsidRDefault="00FC5122" w:rsidP="00FC5122">
      <w:pPr>
        <w:pStyle w:val="Textbezslovn"/>
        <w:spacing w:after="0"/>
      </w:pPr>
      <w:r w:rsidRPr="00E30A85">
        <w:t xml:space="preserve">Ing. Miroslav </w:t>
      </w:r>
      <w:proofErr w:type="spellStart"/>
      <w:r w:rsidRPr="00E30A85">
        <w:t>Bocák</w:t>
      </w:r>
      <w:proofErr w:type="spellEnd"/>
    </w:p>
    <w:p w14:paraId="7BBD7B8B" w14:textId="77777777" w:rsidR="00FC5122" w:rsidRDefault="00FC5122" w:rsidP="00FC5122">
      <w:pPr>
        <w:pStyle w:val="Textbezslovn"/>
        <w:spacing w:after="0"/>
      </w:pPr>
      <w:r>
        <w:t>ředitel organizační jednotky</w:t>
      </w:r>
    </w:p>
    <w:p w14:paraId="2F397936" w14:textId="77777777" w:rsidR="00FC5122" w:rsidRDefault="00FC5122" w:rsidP="00FC5122">
      <w:pPr>
        <w:pStyle w:val="Textbezslovn"/>
        <w:spacing w:after="0"/>
      </w:pPr>
      <w:r>
        <w:t>Stavební správa východ</w:t>
      </w:r>
    </w:p>
    <w:p w14:paraId="48D25842" w14:textId="4AEBCDE1" w:rsidR="00564DDD" w:rsidRPr="007A7C2C" w:rsidRDefault="00FC5122" w:rsidP="00FC5122">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3A02E1A"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FC5122" w:rsidRPr="00DD15B8">
        <w:rPr>
          <w:b/>
        </w:rPr>
        <w:t>„</w:t>
      </w:r>
      <w:r w:rsidR="00DD15B8" w:rsidRPr="00DD15B8">
        <w:rPr>
          <w:b/>
        </w:rPr>
        <w:t>Výstavba PZS přejezdu P7880 v km 5,746 a zrušení přejezdu P7879 v km 5,398 na trati Kravaře ve Slezsku - Hlučín“</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DD15B8">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EF687B" w:rsidRDefault="00EF687B" w:rsidP="00962258">
      <w:pPr>
        <w:spacing w:after="0" w:line="240" w:lineRule="auto"/>
      </w:pPr>
      <w:r>
        <w:separator/>
      </w:r>
    </w:p>
  </w:endnote>
  <w:endnote w:type="continuationSeparator" w:id="0">
    <w:p w14:paraId="24E8097A" w14:textId="77777777" w:rsidR="00EF687B" w:rsidRDefault="00EF68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687B" w14:paraId="33826CD6" w14:textId="77777777" w:rsidTr="00EB46E5">
      <w:tc>
        <w:tcPr>
          <w:tcW w:w="1361" w:type="dxa"/>
          <w:tcMar>
            <w:left w:w="0" w:type="dxa"/>
            <w:right w:w="0" w:type="dxa"/>
          </w:tcMar>
          <w:vAlign w:val="bottom"/>
        </w:tcPr>
        <w:p w14:paraId="1DE02B12" w14:textId="0E05CC28" w:rsidR="00EF687B" w:rsidRPr="00B8518B" w:rsidRDefault="00EF687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43B">
            <w:rPr>
              <w:rStyle w:val="slostrnky"/>
              <w:noProof/>
            </w:rPr>
            <w:t>39</w:t>
          </w:r>
          <w:r w:rsidRPr="00B8518B">
            <w:rPr>
              <w:rStyle w:val="slostrnky"/>
            </w:rPr>
            <w:fldChar w:fldCharType="end"/>
          </w:r>
          <w:r w:rsidRPr="00B8518B">
            <w:rPr>
              <w:rStyle w:val="slostrnky"/>
            </w:rPr>
            <w:t>/</w:t>
          </w:r>
          <w:fldSimple w:instr=" NUMPAGES   \* MERGEFORMAT ">
            <w:r w:rsidR="0007743B" w:rsidRPr="0007743B">
              <w:rPr>
                <w:rStyle w:val="slostrnky"/>
                <w:noProof/>
              </w:rPr>
              <w:t>39</w:t>
            </w:r>
          </w:fldSimple>
        </w:p>
      </w:tc>
      <w:tc>
        <w:tcPr>
          <w:tcW w:w="284" w:type="dxa"/>
          <w:shd w:val="clear" w:color="auto" w:fill="auto"/>
          <w:tcMar>
            <w:left w:w="0" w:type="dxa"/>
            <w:right w:w="0" w:type="dxa"/>
          </w:tcMar>
        </w:tcPr>
        <w:p w14:paraId="3BE100F8" w14:textId="77777777" w:rsidR="00EF687B" w:rsidRDefault="00EF687B" w:rsidP="00B8518B">
          <w:pPr>
            <w:pStyle w:val="Zpat"/>
          </w:pPr>
        </w:p>
      </w:tc>
      <w:tc>
        <w:tcPr>
          <w:tcW w:w="425" w:type="dxa"/>
          <w:shd w:val="clear" w:color="auto" w:fill="auto"/>
          <w:tcMar>
            <w:left w:w="0" w:type="dxa"/>
            <w:right w:w="0" w:type="dxa"/>
          </w:tcMar>
        </w:tcPr>
        <w:p w14:paraId="41EF031C" w14:textId="77777777" w:rsidR="00EF687B" w:rsidRDefault="00EF687B" w:rsidP="00B8518B">
          <w:pPr>
            <w:pStyle w:val="Zpat"/>
          </w:pPr>
        </w:p>
      </w:tc>
      <w:tc>
        <w:tcPr>
          <w:tcW w:w="8505" w:type="dxa"/>
        </w:tcPr>
        <w:p w14:paraId="09571AEC" w14:textId="20927710" w:rsidR="00EF687B" w:rsidRDefault="00EF687B" w:rsidP="00EB46E5">
          <w:pPr>
            <w:pStyle w:val="Zpat0"/>
          </w:pPr>
          <w:r w:rsidRPr="00307963">
            <w:t>„Výstavba PZS přejezdu P7880 v km 5,746 a zrušení přejezdu P7879 v km 5,398 na trati Kravaře ve Slezsku - Hlučín“</w:t>
          </w:r>
        </w:p>
        <w:p w14:paraId="6DB089BA" w14:textId="77777777" w:rsidR="00EF687B" w:rsidRDefault="00EF687B" w:rsidP="00EB46E5">
          <w:pPr>
            <w:pStyle w:val="Zpat0"/>
          </w:pPr>
          <w:r>
            <w:t>Díl 1 – VÝZVA K PODÁNÍ NABÍDKY</w:t>
          </w:r>
        </w:p>
        <w:p w14:paraId="28A0950A" w14:textId="77777777" w:rsidR="00EF687B" w:rsidRDefault="00EF687B" w:rsidP="0035531B">
          <w:pPr>
            <w:pStyle w:val="Zpat0"/>
          </w:pPr>
        </w:p>
      </w:tc>
    </w:tr>
  </w:tbl>
  <w:p w14:paraId="2D961D2B" w14:textId="77777777" w:rsidR="00EF687B" w:rsidRPr="00B8518B" w:rsidRDefault="00EF68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EF687B" w:rsidRPr="00B8518B" w:rsidRDefault="00EF687B" w:rsidP="00460660">
    <w:pPr>
      <w:pStyle w:val="Zpat"/>
      <w:rPr>
        <w:sz w:val="2"/>
        <w:szCs w:val="2"/>
      </w:rPr>
    </w:pPr>
  </w:p>
  <w:p w14:paraId="765596C1" w14:textId="77777777" w:rsidR="00EF687B" w:rsidRPr="00460660" w:rsidRDefault="00EF687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EF687B" w:rsidRDefault="00EF687B" w:rsidP="00962258">
      <w:pPr>
        <w:spacing w:after="0" w:line="240" w:lineRule="auto"/>
      </w:pPr>
      <w:r>
        <w:separator/>
      </w:r>
    </w:p>
  </w:footnote>
  <w:footnote w:type="continuationSeparator" w:id="0">
    <w:p w14:paraId="2CD70441" w14:textId="77777777" w:rsidR="00EF687B" w:rsidRDefault="00EF687B" w:rsidP="00962258">
      <w:pPr>
        <w:spacing w:after="0" w:line="240" w:lineRule="auto"/>
      </w:pPr>
      <w:r>
        <w:continuationSeparator/>
      </w:r>
    </w:p>
  </w:footnote>
  <w:footnote w:id="1">
    <w:p w14:paraId="713513C4" w14:textId="77777777" w:rsidR="00EF687B" w:rsidRDefault="00EF687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F687B" w:rsidRDefault="00EF687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F687B" w:rsidRDefault="00EF68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F687B" w:rsidRDefault="00EF68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687B" w14:paraId="657D14CC" w14:textId="77777777" w:rsidTr="00C02D0A">
      <w:trPr>
        <w:trHeight w:hRule="exact" w:val="454"/>
      </w:trPr>
      <w:tc>
        <w:tcPr>
          <w:tcW w:w="1361" w:type="dxa"/>
          <w:tcMar>
            <w:top w:w="57" w:type="dxa"/>
            <w:left w:w="0" w:type="dxa"/>
            <w:right w:w="0" w:type="dxa"/>
          </w:tcMar>
        </w:tcPr>
        <w:p w14:paraId="2C18424A" w14:textId="77777777" w:rsidR="00EF687B" w:rsidRPr="00B8518B" w:rsidRDefault="00EF687B" w:rsidP="00523EA7">
          <w:pPr>
            <w:pStyle w:val="Zpat"/>
            <w:rPr>
              <w:rStyle w:val="slostrnky"/>
            </w:rPr>
          </w:pPr>
        </w:p>
      </w:tc>
      <w:tc>
        <w:tcPr>
          <w:tcW w:w="3458" w:type="dxa"/>
          <w:shd w:val="clear" w:color="auto" w:fill="auto"/>
          <w:tcMar>
            <w:top w:w="57" w:type="dxa"/>
            <w:left w:w="0" w:type="dxa"/>
            <w:right w:w="0" w:type="dxa"/>
          </w:tcMar>
        </w:tcPr>
        <w:p w14:paraId="39B3CA0E" w14:textId="77777777" w:rsidR="00EF687B" w:rsidRDefault="00EF687B" w:rsidP="00523EA7">
          <w:pPr>
            <w:pStyle w:val="Zpat"/>
          </w:pPr>
        </w:p>
      </w:tc>
      <w:tc>
        <w:tcPr>
          <w:tcW w:w="5698" w:type="dxa"/>
          <w:shd w:val="clear" w:color="auto" w:fill="auto"/>
          <w:tcMar>
            <w:top w:w="57" w:type="dxa"/>
            <w:left w:w="0" w:type="dxa"/>
            <w:right w:w="0" w:type="dxa"/>
          </w:tcMar>
        </w:tcPr>
        <w:p w14:paraId="415B4544" w14:textId="77777777" w:rsidR="00EF687B" w:rsidRPr="00D6163D" w:rsidRDefault="00EF687B" w:rsidP="00D6163D">
          <w:pPr>
            <w:pStyle w:val="Druhdokumentu"/>
          </w:pPr>
        </w:p>
      </w:tc>
    </w:tr>
  </w:tbl>
  <w:p w14:paraId="0A93C0D0" w14:textId="77777777" w:rsidR="00EF687B" w:rsidRPr="00D6163D" w:rsidRDefault="00EF68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687B" w14:paraId="1FBC85BC" w14:textId="77777777" w:rsidTr="00B22106">
      <w:trPr>
        <w:trHeight w:hRule="exact" w:val="936"/>
      </w:trPr>
      <w:tc>
        <w:tcPr>
          <w:tcW w:w="1361" w:type="dxa"/>
          <w:tcMar>
            <w:left w:w="0" w:type="dxa"/>
            <w:right w:w="0" w:type="dxa"/>
          </w:tcMar>
        </w:tcPr>
        <w:p w14:paraId="0CE22310" w14:textId="77777777" w:rsidR="00EF687B" w:rsidRPr="00B8518B" w:rsidRDefault="00EF687B" w:rsidP="00FC6389">
          <w:pPr>
            <w:pStyle w:val="Zpat"/>
            <w:rPr>
              <w:rStyle w:val="slostrnky"/>
            </w:rPr>
          </w:pPr>
        </w:p>
      </w:tc>
      <w:tc>
        <w:tcPr>
          <w:tcW w:w="3458" w:type="dxa"/>
          <w:shd w:val="clear" w:color="auto" w:fill="auto"/>
          <w:tcMar>
            <w:left w:w="0" w:type="dxa"/>
            <w:right w:w="0" w:type="dxa"/>
          </w:tcMar>
        </w:tcPr>
        <w:p w14:paraId="5A67DD79" w14:textId="77777777" w:rsidR="00EF687B" w:rsidRDefault="00EF687B" w:rsidP="00FC6389">
          <w:pPr>
            <w:pStyle w:val="Zpat"/>
          </w:pPr>
        </w:p>
      </w:tc>
      <w:tc>
        <w:tcPr>
          <w:tcW w:w="5756" w:type="dxa"/>
          <w:shd w:val="clear" w:color="auto" w:fill="auto"/>
          <w:tcMar>
            <w:left w:w="0" w:type="dxa"/>
            <w:right w:w="0" w:type="dxa"/>
          </w:tcMar>
        </w:tcPr>
        <w:p w14:paraId="5DA861CB" w14:textId="77777777" w:rsidR="00EF687B" w:rsidRPr="00D6163D" w:rsidRDefault="00EF687B" w:rsidP="00FC6389">
          <w:pPr>
            <w:pStyle w:val="Druhdokumentu"/>
          </w:pPr>
        </w:p>
      </w:tc>
    </w:tr>
    <w:tr w:rsidR="00EF687B" w14:paraId="25E89AA9" w14:textId="77777777" w:rsidTr="00B22106">
      <w:trPr>
        <w:trHeight w:hRule="exact" w:val="936"/>
      </w:trPr>
      <w:tc>
        <w:tcPr>
          <w:tcW w:w="1361" w:type="dxa"/>
          <w:tcMar>
            <w:left w:w="0" w:type="dxa"/>
            <w:right w:w="0" w:type="dxa"/>
          </w:tcMar>
        </w:tcPr>
        <w:p w14:paraId="1E6340BC" w14:textId="77777777" w:rsidR="00EF687B" w:rsidRPr="00B8518B" w:rsidRDefault="00EF687B" w:rsidP="00FC6389">
          <w:pPr>
            <w:pStyle w:val="Zpat"/>
            <w:rPr>
              <w:rStyle w:val="slostrnky"/>
            </w:rPr>
          </w:pPr>
        </w:p>
      </w:tc>
      <w:tc>
        <w:tcPr>
          <w:tcW w:w="3458" w:type="dxa"/>
          <w:shd w:val="clear" w:color="auto" w:fill="auto"/>
          <w:tcMar>
            <w:left w:w="0" w:type="dxa"/>
            <w:right w:w="0" w:type="dxa"/>
          </w:tcMar>
        </w:tcPr>
        <w:p w14:paraId="60B7320E" w14:textId="77777777" w:rsidR="00EF687B" w:rsidRDefault="00EF687B" w:rsidP="00FC6389">
          <w:pPr>
            <w:pStyle w:val="Zpat"/>
          </w:pPr>
        </w:p>
      </w:tc>
      <w:tc>
        <w:tcPr>
          <w:tcW w:w="5756" w:type="dxa"/>
          <w:shd w:val="clear" w:color="auto" w:fill="auto"/>
          <w:tcMar>
            <w:left w:w="0" w:type="dxa"/>
            <w:right w:w="0" w:type="dxa"/>
          </w:tcMar>
        </w:tcPr>
        <w:p w14:paraId="6F08210B" w14:textId="77777777" w:rsidR="00EF687B" w:rsidRPr="00D6163D" w:rsidRDefault="00EF687B" w:rsidP="00FC6389">
          <w:pPr>
            <w:pStyle w:val="Druhdokumentu"/>
          </w:pPr>
        </w:p>
      </w:tc>
    </w:tr>
  </w:tbl>
  <w:p w14:paraId="6781FC04" w14:textId="77777777" w:rsidR="00EF687B" w:rsidRPr="00D6163D" w:rsidRDefault="00EF687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F687B" w:rsidRPr="00460660" w:rsidRDefault="00EF687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C1B6ECE4"/>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4"/>
  </w:num>
  <w:num w:numId="5">
    <w:abstractNumId w:val="1"/>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0"/>
  </w:num>
  <w:num w:numId="19">
    <w:abstractNumId w:val="12"/>
  </w:num>
  <w:num w:numId="20">
    <w:abstractNumId w:val="9"/>
  </w:num>
  <w:num w:numId="21">
    <w:abstractNumId w:val="3"/>
  </w:num>
  <w:num w:numId="22">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40D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7743B"/>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4E9F"/>
    <w:rsid w:val="0012671B"/>
    <w:rsid w:val="00131E9D"/>
    <w:rsid w:val="00142098"/>
    <w:rsid w:val="001426A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2B29"/>
    <w:rsid w:val="002C31BF"/>
    <w:rsid w:val="002C7EC8"/>
    <w:rsid w:val="002D7FD6"/>
    <w:rsid w:val="002E0CD7"/>
    <w:rsid w:val="002E0CFB"/>
    <w:rsid w:val="002E0F4A"/>
    <w:rsid w:val="002E294C"/>
    <w:rsid w:val="002E5C7B"/>
    <w:rsid w:val="002E6CA2"/>
    <w:rsid w:val="002E7B8E"/>
    <w:rsid w:val="002F4333"/>
    <w:rsid w:val="0030327A"/>
    <w:rsid w:val="003048ED"/>
    <w:rsid w:val="003060C9"/>
    <w:rsid w:val="00307641"/>
    <w:rsid w:val="00307963"/>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2618"/>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2A2B"/>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0D7C"/>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A48"/>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D4A4A"/>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5E95"/>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0A45"/>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5456"/>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379E"/>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961EA"/>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024E"/>
    <w:rsid w:val="00D831A3"/>
    <w:rsid w:val="00D91EA6"/>
    <w:rsid w:val="00D95B31"/>
    <w:rsid w:val="00D97BE3"/>
    <w:rsid w:val="00DA3711"/>
    <w:rsid w:val="00DB15AC"/>
    <w:rsid w:val="00DB619A"/>
    <w:rsid w:val="00DC3174"/>
    <w:rsid w:val="00DC4ECD"/>
    <w:rsid w:val="00DD0C7C"/>
    <w:rsid w:val="00DD15B8"/>
    <w:rsid w:val="00DD29B9"/>
    <w:rsid w:val="00DD43C5"/>
    <w:rsid w:val="00DD46F3"/>
    <w:rsid w:val="00DD63D8"/>
    <w:rsid w:val="00DD72CB"/>
    <w:rsid w:val="00DD7A41"/>
    <w:rsid w:val="00DE3848"/>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085D"/>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687B"/>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512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9DB5C6"/>
  <w15:docId w15:val="{A823D78F-9376-4081-98F6-845DA620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TPNadpis-2slovan">
    <w:name w:val="TP_Nadpis-2_číslovaný"/>
    <w:next w:val="TPText-1slovan"/>
    <w:qFormat/>
    <w:rsid w:val="00307963"/>
    <w:pPr>
      <w:keepNext/>
      <w:numPr>
        <w:ilvl w:val="1"/>
        <w:numId w:val="21"/>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307963"/>
    <w:pPr>
      <w:numPr>
        <w:ilvl w:val="2"/>
        <w:numId w:val="21"/>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307963"/>
    <w:pPr>
      <w:keepNext/>
      <w:numPr>
        <w:numId w:val="2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307963"/>
    <w:pPr>
      <w:numPr>
        <w:ilvl w:val="3"/>
        <w:numId w:val="21"/>
      </w:numPr>
      <w:tabs>
        <w:tab w:val="num" w:pos="1985"/>
      </w:tabs>
      <w:spacing w:before="80" w:after="0" w:line="240" w:lineRule="auto"/>
      <w:ind w:left="1985" w:hanging="964"/>
      <w:jc w:val="both"/>
    </w:pPr>
    <w:rPr>
      <w:rFonts w:ascii="Calibri" w:eastAsia="Calibri" w:hAnsi="Calibri" w:cs="Arial"/>
      <w:sz w:val="20"/>
      <w:szCs w:val="22"/>
    </w:rPr>
  </w:style>
  <w:style w:type="paragraph" w:customStyle="1" w:styleId="Default">
    <w:name w:val="Default"/>
    <w:rsid w:val="0030796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A3B408-BCDA-43EA-8454-AB203D47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TotalTime>
  <Pages>39</Pages>
  <Words>16018</Words>
  <Characters>94510</Characters>
  <Application>Microsoft Office Word</Application>
  <DocSecurity>0</DocSecurity>
  <Lines>787</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5</cp:revision>
  <cp:lastPrinted>2019-03-07T14:42:00Z</cp:lastPrinted>
  <dcterms:created xsi:type="dcterms:W3CDTF">2021-03-17T08:15:00Z</dcterms:created>
  <dcterms:modified xsi:type="dcterms:W3CDTF">2021-05-03T07:03:00Z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